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A9" w:rsidRDefault="00BA51A9" w:rsidP="00CA1C56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Ростовской межрайонной прокуратурой выявлены нарушения трудового законодательства в сфере оплаты сверхурочной работы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Межрайонной прокуратурой рассмотрено коллективное обращение работников одного из предприятий Ростовского района о нарушении их трудовых прав.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проверки установлено, что для ряда работников предприятия, принятых на работу по срочным трудовым договорам, установлен режим рабочего времени сутки через трое.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Согласно Правилам внутреннего трудового распорядка Предприятия сменного персонала продолжительность рабочего времени устанавливается в соответствии с утвержденными графиками сменности. На непрерывных работах (по условиям производства), где не может быть соблюдена ежедневная или еженедельная продолжительность рабочего времени, вводится суммированный учет рабочего времени, предусмотрен учетный период 6 месяцев.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ст. 152 ТК РФ, сверхурочная работа оплачивается за первые два часа работы не менее чем в полуторном размере, за последующие часы – не менее чем в двойном размере.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ч. 1 ст. 140 ТК РФ при прекращении трудового договора выплата всех сумм, причитающихся работнику от работодателя, производится в день увольнения работника.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нарушение указанных требований законодательства, работодателем при увольнении 12 работников не в полном объеме произведена оплата за сверхурочную работу.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связи с этим в адрес руководителя предприятия внесено представление об устранении выявленных нарушений трудового законодательства и о недопущении их впредь, которое рассмотрено, долг по выплате денежных средств перед работниками погашен.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Кроме того, предприятие по результатам рассмотрения постановления межрайонной прокуратуры Государственной инспекцией труда в Ярославской области привлечено к административной ответственности в виде предупреждения за совершение правонарушения, предусмотренного ч. 6 ст. 5.27 КоАП РФ (невыплата или неполная выплата в установленный срок заработной платы, других выплат, осуществляемых в рамках трудовых отношений)</w:t>
      </w:r>
    </w:p>
    <w:p w:rsidR="00BA51A9" w:rsidRDefault="00BA51A9" w:rsidP="008A4AE1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A51A9" w:rsidSect="00705BB4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5EF"/>
    <w:rsid w:val="0005463A"/>
    <w:rsid w:val="000B394A"/>
    <w:rsid w:val="00150DB1"/>
    <w:rsid w:val="001529A7"/>
    <w:rsid w:val="001D7B71"/>
    <w:rsid w:val="0024749C"/>
    <w:rsid w:val="00337DBF"/>
    <w:rsid w:val="003425A3"/>
    <w:rsid w:val="00355FC3"/>
    <w:rsid w:val="00371FE3"/>
    <w:rsid w:val="003B3992"/>
    <w:rsid w:val="003C45EF"/>
    <w:rsid w:val="004022D0"/>
    <w:rsid w:val="004120F3"/>
    <w:rsid w:val="00472CCE"/>
    <w:rsid w:val="004A0CB9"/>
    <w:rsid w:val="004A4217"/>
    <w:rsid w:val="004C33ED"/>
    <w:rsid w:val="004D5D29"/>
    <w:rsid w:val="00516902"/>
    <w:rsid w:val="005560F1"/>
    <w:rsid w:val="005A1375"/>
    <w:rsid w:val="0068090C"/>
    <w:rsid w:val="006F6A6F"/>
    <w:rsid w:val="00705BB4"/>
    <w:rsid w:val="00734786"/>
    <w:rsid w:val="00740517"/>
    <w:rsid w:val="00750066"/>
    <w:rsid w:val="00764B11"/>
    <w:rsid w:val="008A4AE1"/>
    <w:rsid w:val="008C7C6A"/>
    <w:rsid w:val="008E1795"/>
    <w:rsid w:val="008E2CDF"/>
    <w:rsid w:val="008E7C1F"/>
    <w:rsid w:val="008F3034"/>
    <w:rsid w:val="009629C5"/>
    <w:rsid w:val="0097008D"/>
    <w:rsid w:val="009A6912"/>
    <w:rsid w:val="009D126A"/>
    <w:rsid w:val="00A437D6"/>
    <w:rsid w:val="00A56B52"/>
    <w:rsid w:val="00A6118E"/>
    <w:rsid w:val="00B02A27"/>
    <w:rsid w:val="00B1111F"/>
    <w:rsid w:val="00B52762"/>
    <w:rsid w:val="00B64FCA"/>
    <w:rsid w:val="00BA51A9"/>
    <w:rsid w:val="00BE5965"/>
    <w:rsid w:val="00CA1C56"/>
    <w:rsid w:val="00CC2953"/>
    <w:rsid w:val="00CD0BD4"/>
    <w:rsid w:val="00E1158B"/>
    <w:rsid w:val="00E75E07"/>
    <w:rsid w:val="00EB055C"/>
    <w:rsid w:val="00EC1E44"/>
    <w:rsid w:val="00EE6782"/>
    <w:rsid w:val="00EF24AB"/>
    <w:rsid w:val="00F070A5"/>
    <w:rsid w:val="00F104C2"/>
    <w:rsid w:val="00F60DF9"/>
    <w:rsid w:val="00FA7CFE"/>
    <w:rsid w:val="00FB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D2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D12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7C6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others5">
    <w:name w:val="others5"/>
    <w:uiPriority w:val="99"/>
    <w:rsid w:val="008C7C6A"/>
  </w:style>
  <w:style w:type="paragraph" w:styleId="BalloonText">
    <w:name w:val="Balloon Text"/>
    <w:basedOn w:val="Normal"/>
    <w:link w:val="BalloonTextChar"/>
    <w:uiPriority w:val="99"/>
    <w:semiHidden/>
    <w:rsid w:val="0073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4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8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298</Words>
  <Characters>1705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Ростовской межрайонной прокуратурой выявлены нарушения трудового законодательства в сфере оплаты сверхурочной работы</dc:title>
  <dc:subject/>
  <dc:creator>Пользователь</dc:creator>
  <cp:keywords/>
  <dc:description/>
  <cp:lastModifiedBy>Пеньков</cp:lastModifiedBy>
  <cp:revision>2</cp:revision>
  <cp:lastPrinted>2021-05-11T11:36:00Z</cp:lastPrinted>
  <dcterms:created xsi:type="dcterms:W3CDTF">2021-09-02T06:53:00Z</dcterms:created>
  <dcterms:modified xsi:type="dcterms:W3CDTF">2021-09-02T06:53:00Z</dcterms:modified>
</cp:coreProperties>
</file>