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E9" w:rsidRPr="00811628" w:rsidRDefault="00AE0D6D" w:rsidP="008E6E58">
      <w:pPr>
        <w:spacing w:after="0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26" type="#_x0000_t202" style="position:absolute;margin-left:132.75pt;margin-top:-.75pt;width:376.4pt;height:76.7pt;z-index:2516587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" filled="f" stroked="f">
            <v:textbox style="mso-fit-shape-to-text:t" inset="3.08594mm,1.54297mm,3.08594mm,1.54297mm">
              <w:txbxContent>
                <w:p w:rsidR="008E6E58" w:rsidRPr="00482ABC" w:rsidRDefault="008E6E58" w:rsidP="008E6E58">
                  <w:pPr>
                    <w:jc w:val="center"/>
                    <w:rPr>
                      <w:color w:val="3B7C5D"/>
                      <w:sz w:val="24"/>
                      <w:szCs w:val="24"/>
                    </w:rPr>
                  </w:pPr>
                  <w:r w:rsidRPr="00482ABC">
                    <w:rPr>
                      <w:rFonts w:ascii="Montserrat" w:hAnsi="Montserrat"/>
                      <w:b/>
                      <w:bCs/>
                      <w:color w:val="3B7C5D"/>
                      <w:kern w:val="24"/>
                      <w:sz w:val="56"/>
                      <w:szCs w:val="56"/>
                    </w:rPr>
                    <w:t>Сельскохозяйственная</w:t>
                  </w:r>
                </w:p>
                <w:p w:rsidR="008E6E58" w:rsidRPr="00482ABC" w:rsidRDefault="008E6E58" w:rsidP="008E6E58">
                  <w:pPr>
                    <w:jc w:val="center"/>
                    <w:rPr>
                      <w:color w:val="3B7C5D"/>
                    </w:rPr>
                  </w:pPr>
                  <w:proofErr w:type="spellStart"/>
                  <w:r w:rsidRPr="00482ABC">
                    <w:rPr>
                      <w:rFonts w:ascii="Montserrat" w:hAnsi="Montserrat"/>
                      <w:b/>
                      <w:bCs/>
                      <w:color w:val="3B7C5D"/>
                      <w:kern w:val="24"/>
                      <w:sz w:val="56"/>
                      <w:szCs w:val="56"/>
                    </w:rPr>
                    <w:t>микроперепись</w:t>
                  </w:r>
                  <w:proofErr w:type="spellEnd"/>
                </w:p>
              </w:txbxContent>
            </v:textbox>
          </v:shape>
        </w:pict>
      </w:r>
      <w:r w:rsidR="008E6E58" w:rsidRPr="008E6E58">
        <w:rPr>
          <w:noProof/>
          <w:lang w:eastAsia="ru-RU"/>
        </w:rPr>
        <w:drawing>
          <wp:inline distT="0" distB="0" distL="0" distR="0">
            <wp:extent cx="1058483" cy="1152128"/>
            <wp:effectExtent l="0" t="0" r="8890" b="0"/>
            <wp:docPr id="18" name="Объект 3" descr="ВСХП 2021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ADF2097D-E515-4D84-8416-C01E6B4CC022}"/>
                </a:ext>
              </a:extLst>
            </wp:docPr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Объект 3" descr="ВСХП 2021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ADF2097D-E515-4D84-8416-C01E6B4CC022}"/>
                        </a:ext>
                      </a:extLst>
                    </pic:cNvPr>
                    <pic:cNvPicPr>
                      <a:picLocks noGrp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483" cy="1152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06E" w:rsidRPr="008E6E58" w:rsidRDefault="003C006E" w:rsidP="003C00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533D1" w:rsidRDefault="007B187A" w:rsidP="008E6E58">
      <w:pPr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45 тысяч переписчиков, </w:t>
      </w:r>
      <w:proofErr w:type="spellStart"/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дроны</w:t>
      </w:r>
      <w:r w:rsidR="008533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й</w:t>
      </w:r>
      <w:proofErr w:type="spellEnd"/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спутниковый мониторинг:</w:t>
      </w:r>
      <w:r w:rsidR="008533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8533D1" w:rsidRDefault="007B187A" w:rsidP="008E6E58">
      <w:pPr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Росстате</w:t>
      </w:r>
      <w:r w:rsidR="008533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проанализировали </w:t>
      </w:r>
    </w:p>
    <w:p w:rsidR="007B187A" w:rsidRPr="008E6E58" w:rsidRDefault="007B187A" w:rsidP="008E6E58">
      <w:pPr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ход</w:t>
      </w:r>
      <w:r w:rsidR="008533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сельскохозяйственной</w:t>
      </w:r>
      <w:proofErr w:type="gramEnd"/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микропереписи</w:t>
      </w:r>
      <w:proofErr w:type="spellEnd"/>
      <w:r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2021 года</w:t>
      </w:r>
      <w:r w:rsidR="008E6E58" w:rsidRPr="008E6E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7B187A" w:rsidRPr="008E6E58" w:rsidRDefault="007B187A" w:rsidP="007B187A">
      <w:pPr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E6E58" w:rsidRPr="008E6E58" w:rsidRDefault="008E6E58" w:rsidP="007B187A">
      <w:pPr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«Мы успешно прошли первый этап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сельхозпереписи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собрана информация о более чем 140 тысячах крестьянско-фермерских хозяйств и 16 миллионах личных подсобных хозяйств, – заявил заместитель руководителя Росстата </w:t>
      </w:r>
      <w:r w:rsidRPr="008E6E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Константин Лайкам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открывая </w:t>
      </w:r>
      <w:r w:rsidR="00811628"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совещание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посвященн</w:t>
      </w:r>
      <w:r w:rsidR="00811628"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первым итогам СХМП-2021. – В этом году Росстат проводит три масштабных переписи – малого бизнеса,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сельхозперепись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Всероссийскую перепись населения. Каждая из них строится на принципиально новых технологических принципах. Все это значительно усложнило подготовку к проведению СХМП. Однако хочу поздравить всех коллег –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сельхозперепись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прошла без сбоев, и мы приступили ко второму этапу – обработке результатов. Уже в ноябре мы поделимся со всеми первыми оперативными итогами».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 Лайкам отметил, что ситуация в сельском хозяйстве меняется очень быстро – совершенствуются технологии, трансформируется структура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агросектора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бизнес ищет новые рынки и предлагает потребителям новые продукты. В свою очередь государство </w:t>
      </w:r>
      <w:proofErr w:type="gram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</w:t>
      </w:r>
      <w:proofErr w:type="gram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 меры поддержки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сельхозотрасли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ставит новые задачи по развитию экономики страны. Поэтому проведение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сельхозпереписи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каждые пять лет позволит точнее и детальнее оценить ресурсную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базуи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 сельского хозяйства, котор</w:t>
      </w:r>
      <w:r w:rsidR="00811628"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играет важную роль в экономике страны.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проведении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сельхозпереписи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участвовал</w:t>
      </w:r>
      <w:r w:rsidR="00811628"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45 тысяч переписчиков», – отметила в своем выступлении начальник Управления статистики сельского хозяйства и окружающей природной среды Росстата </w:t>
      </w:r>
      <w:r w:rsidRPr="008E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Наталья </w:t>
      </w:r>
      <w:proofErr w:type="spellStart"/>
      <w:r w:rsidRPr="008E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Шашлова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обучению уделялось особое внимание, так как в этом году переписчики использовали планшеты со специализированным программным обеспечением. По словам Натальи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Шашловой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обучение переписчиков проводилось в очном формате и дополнялось видеоконференциями в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Zoom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СБИС. Материалы занятий размещались на облачных серверах, доступ к ним можно было получить и после окончания обучения.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сейчас проверены данные по 32 тысячам сельскохозяйственных организаций, 106 тысячам крестьянско-фермерских хозяйств и индивидуальных предпринимателей страны, 58 тысячам некоммерческих товариществ и 15 миллионам личных подсобных хозяйств. И, все же, говорить об итогах еще рано, подчеркнула Наталья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Шашлова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«Мы фотографируем текущие явления. Предварительные данные пока что нельзя сравнивать с данными Сельскохозяйственной переписи 2016 года, но 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тенденция уже видна. Часть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сельхозорганизаций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фермерских хозяйств расширяется: их общее количество уменьшается, но площадь растет. Нам удалось отследить переход земель личных хозяйств в новый юридический статус. В этом нам очень помогли планшеты. Если в прошлый раз они были только у части переписчиков, то теперь данные всех респондентов сразу попадали в общую базу», - </w:t>
      </w:r>
      <w:r w:rsidR="00811628"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отметила 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Наталья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Шашлова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 планшет полностью заменил бумажные бланки: с его помощью можно было не только заполнить переписной лист, но просмотреть свой маршрут и уточнить информацию об отдельном участке. В качестве примера были приведены итоги опроса переписчиков Астраханской области: 41% из них посчитали, что устройство работало отлично, 49% – хорошо.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важнейших инноваций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микросельхозпереписи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использование фотосъемки с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дронов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спутниковый мониторинг. Эксперимент с использованием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беспилотников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проводился в 6 регионах страны. Это позволило создавать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ортофотопланы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подробные карты местности с информацией о рельефе. На основе этих снимков можно определять точные границы и площадь участков, выявлять различные постройки сельскохозяйственного значения, парники и теплицы, а кроме того</w:t>
      </w:r>
      <w:r w:rsidR="002F7FBB"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учитывать поголовье некоторых видов домашних животных.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реализации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пилотного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Юге России рассказала руководитель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Ростовстата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E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Марина Самойлова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Главным результатом можно считать корректировку общей площади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сельхозпостроек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Ортофотопланы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позволили понять, что владельцы подсобных личных хозяйств и фермерских хозяйств зачастую забывают упоминать о небольших строениях, которые используются в хозяйстве. Поэтому применение беспилотных летательных аппаратов позволяет уточнить данные, полученные переписчиками, и оценить реальные масштабы сельхозпроизводства в личных подсобных хозяйствах, которые в ряде регионов являются основными производителями картофеля и плодоовощной продукции.</w:t>
      </w:r>
    </w:p>
    <w:p w:rsidR="007B187A" w:rsidRPr="008E6E58" w:rsidRDefault="007B187A" w:rsidP="008533D1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руководитель Росстата </w:t>
      </w:r>
      <w:r w:rsidRPr="008E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Павел Малков</w:t>
      </w: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отмечал: «все вместе – данные переписчиков </w:t>
      </w:r>
      <w:bookmarkStart w:id="0" w:name="_GoBack"/>
      <w:bookmarkEnd w:id="0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планшетов, данные, полученные с помощью спутников и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дронов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административные данные – позволят получить максимально точную информацию о структуре сельского хозяйства. Кроме того, за счет использования новых цифровых технологий вдвое быстрее, чем раньше, пройдет обработка данных: оперативные итоги переписи мы объявим уже в ноябре, окончательные итоги – в следующем году».</w:t>
      </w:r>
    </w:p>
    <w:p w:rsidR="007B187A" w:rsidRPr="008E6E58" w:rsidRDefault="007B187A" w:rsidP="00AE0D6D">
      <w:pPr>
        <w:spacing w:afterLines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 Лайкам еще раз напомнил, что доступ к </w:t>
      </w:r>
      <w:proofErr w:type="spellStart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микроданным</w:t>
      </w:r>
      <w:proofErr w:type="spellEnd"/>
      <w:r w:rsidRPr="008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 все заинтересованные стороны – представители органов власти, эксперты и бизнес.</w:t>
      </w:r>
    </w:p>
    <w:sectPr w:rsidR="007B187A" w:rsidRPr="008E6E58" w:rsidSect="006F2A1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7B187A"/>
    <w:rsid w:val="000555F1"/>
    <w:rsid w:val="00085D12"/>
    <w:rsid w:val="000F7A36"/>
    <w:rsid w:val="0011555F"/>
    <w:rsid w:val="00257401"/>
    <w:rsid w:val="002A1CE7"/>
    <w:rsid w:val="002D2E8E"/>
    <w:rsid w:val="002F7FBB"/>
    <w:rsid w:val="003C006E"/>
    <w:rsid w:val="00403A62"/>
    <w:rsid w:val="00482ABC"/>
    <w:rsid w:val="005C7769"/>
    <w:rsid w:val="006F2A14"/>
    <w:rsid w:val="00785603"/>
    <w:rsid w:val="007B187A"/>
    <w:rsid w:val="007F049C"/>
    <w:rsid w:val="00811628"/>
    <w:rsid w:val="008533D1"/>
    <w:rsid w:val="008E6E58"/>
    <w:rsid w:val="008F564A"/>
    <w:rsid w:val="009C62F0"/>
    <w:rsid w:val="009D27EE"/>
    <w:rsid w:val="009F482D"/>
    <w:rsid w:val="00A81C37"/>
    <w:rsid w:val="00AE0D6D"/>
    <w:rsid w:val="00C05B28"/>
    <w:rsid w:val="00C20C92"/>
    <w:rsid w:val="00C41D99"/>
    <w:rsid w:val="00DD03FB"/>
    <w:rsid w:val="00E82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5F"/>
    <w:pPr>
      <w:spacing w:after="12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55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15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241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4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_FilimonovAD\Desktop\&#1054;&#1073;&#1097;&#1072;&#1103;%2010.04.2020\&#1052;&#1077;&#1076;&#1080;&#1072;&#1073;&#1072;&#1079;&#1072;\&#1057;&#1087;&#1080;&#1089;&#1086;&#1082;%20&#1088;&#1072;&#1089;&#1089;&#1099;&#1083;&#1082;&#1080;\&#1055;&#1088;&#1077;&#1089;&#1089;-&#1088;&#1077;&#1083;&#1080;&#1079;&#1099;\&#1056;&#1099;&#1073;&#1072;%20&#1087;&#1088;&#1077;&#1089;&#1089;-&#1088;&#1077;&#1083;&#1080;&#1079;&#1086;&#1074;%20&#1089;%20&#1043;&#1045;&#1056;&#1041;&#1054;&#1052;_2021.docx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Рыба пресс-релизов с ГЕРБОМ_2021.docx</Template>
  <TotalTime>4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 Александр Дмитриевич</dc:creator>
  <cp:lastModifiedBy>rostov</cp:lastModifiedBy>
  <cp:revision>2</cp:revision>
  <dcterms:created xsi:type="dcterms:W3CDTF">2021-09-10T14:04:00Z</dcterms:created>
  <dcterms:modified xsi:type="dcterms:W3CDTF">2021-09-10T14:04:00Z</dcterms:modified>
</cp:coreProperties>
</file>