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76C" w:rsidRDefault="0017576C" w:rsidP="0017576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17576C" w:rsidRDefault="0017576C" w:rsidP="0017576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17576C" w:rsidRDefault="0017576C" w:rsidP="0017576C">
      <w:pPr>
        <w:rPr>
          <w:sz w:val="32"/>
          <w:szCs w:val="32"/>
        </w:rPr>
      </w:pPr>
    </w:p>
    <w:p w:rsidR="0017576C" w:rsidRDefault="0017576C" w:rsidP="0017576C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17576C" w:rsidRDefault="0017576C" w:rsidP="0017576C">
      <w:pPr>
        <w:rPr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17576C" w:rsidRDefault="0017576C" w:rsidP="0017576C">
      <w:pPr>
        <w:rPr>
          <w:szCs w:val="28"/>
        </w:rPr>
      </w:pPr>
    </w:p>
    <w:p w:rsidR="0017576C" w:rsidRDefault="00364E76" w:rsidP="00364E76">
      <w:pPr>
        <w:ind w:firstLine="0"/>
        <w:rPr>
          <w:szCs w:val="28"/>
        </w:rPr>
      </w:pPr>
      <w:r>
        <w:rPr>
          <w:szCs w:val="28"/>
        </w:rPr>
        <w:t xml:space="preserve">от   </w:t>
      </w:r>
      <w:r w:rsidR="00C23E8F">
        <w:rPr>
          <w:szCs w:val="28"/>
        </w:rPr>
        <w:t>17.12.2021</w:t>
      </w:r>
      <w:r>
        <w:rPr>
          <w:szCs w:val="28"/>
        </w:rPr>
        <w:t xml:space="preserve">               </w:t>
      </w:r>
      <w:r w:rsidR="0017576C">
        <w:rPr>
          <w:szCs w:val="28"/>
        </w:rPr>
        <w:t xml:space="preserve">    </w:t>
      </w:r>
      <w:r w:rsidR="00C23E8F">
        <w:rPr>
          <w:szCs w:val="28"/>
        </w:rPr>
        <w:t xml:space="preserve">                </w:t>
      </w:r>
      <w:r>
        <w:rPr>
          <w:szCs w:val="28"/>
        </w:rPr>
        <w:t xml:space="preserve">     № </w:t>
      </w:r>
      <w:r w:rsidR="00C23E8F">
        <w:rPr>
          <w:szCs w:val="28"/>
        </w:rPr>
        <w:t>157</w:t>
      </w:r>
      <w:bookmarkStart w:id="0" w:name="_GoBack"/>
      <w:bookmarkEnd w:id="0"/>
    </w:p>
    <w:p w:rsidR="0017576C" w:rsidRDefault="0017576C" w:rsidP="00364E76">
      <w:pPr>
        <w:ind w:firstLine="0"/>
        <w:rPr>
          <w:szCs w:val="28"/>
        </w:rPr>
      </w:pPr>
      <w:proofErr w:type="spellStart"/>
      <w:r>
        <w:rPr>
          <w:szCs w:val="28"/>
        </w:rPr>
        <w:t>р.п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Ишня</w:t>
      </w:r>
      <w:proofErr w:type="spellEnd"/>
      <w:r>
        <w:rPr>
          <w:szCs w:val="28"/>
        </w:rPr>
        <w:t xml:space="preserve">                                         </w:t>
      </w:r>
    </w:p>
    <w:p w:rsidR="00364E76" w:rsidRDefault="00364E76" w:rsidP="00364E76">
      <w:pPr>
        <w:ind w:firstLine="0"/>
        <w:rPr>
          <w:szCs w:val="28"/>
        </w:rPr>
      </w:pPr>
      <w:r>
        <w:rPr>
          <w:szCs w:val="28"/>
        </w:rPr>
        <w:t>О внесении изменений в постановление</w:t>
      </w:r>
    </w:p>
    <w:p w:rsidR="0017576C" w:rsidRDefault="00364E76" w:rsidP="00364E76">
      <w:pPr>
        <w:ind w:firstLine="0"/>
        <w:rPr>
          <w:szCs w:val="28"/>
        </w:rPr>
      </w:pPr>
      <w:r>
        <w:rPr>
          <w:szCs w:val="28"/>
        </w:rPr>
        <w:t>от 31.12.2015 № 299 «</w:t>
      </w:r>
      <w:r w:rsidR="0017576C">
        <w:rPr>
          <w:szCs w:val="28"/>
        </w:rPr>
        <w:t>Об утверждении</w:t>
      </w:r>
    </w:p>
    <w:p w:rsidR="0017576C" w:rsidRDefault="0017576C" w:rsidP="00364E76">
      <w:pPr>
        <w:ind w:firstLine="0"/>
        <w:rPr>
          <w:szCs w:val="28"/>
        </w:rPr>
      </w:pPr>
      <w:r>
        <w:rPr>
          <w:szCs w:val="28"/>
        </w:rPr>
        <w:t>Плана мероприятий</w:t>
      </w:r>
      <w:r w:rsidR="00364E76">
        <w:rPr>
          <w:szCs w:val="28"/>
        </w:rPr>
        <w:t xml:space="preserve"> </w:t>
      </w:r>
      <w:r>
        <w:rPr>
          <w:szCs w:val="28"/>
        </w:rPr>
        <w:t>(«дорожной карты»)</w:t>
      </w:r>
    </w:p>
    <w:p w:rsidR="0017576C" w:rsidRDefault="0017576C" w:rsidP="0017576C">
      <w:pPr>
        <w:rPr>
          <w:szCs w:val="28"/>
        </w:rPr>
      </w:pPr>
    </w:p>
    <w:p w:rsidR="0017576C" w:rsidRDefault="0017576C" w:rsidP="0017576C">
      <w:pPr>
        <w:rPr>
          <w:szCs w:val="28"/>
        </w:rPr>
      </w:pPr>
    </w:p>
    <w:p w:rsidR="0017576C" w:rsidRDefault="0017576C" w:rsidP="0017576C">
      <w:pPr>
        <w:jc w:val="both"/>
        <w:rPr>
          <w:szCs w:val="28"/>
        </w:rPr>
      </w:pPr>
      <w:proofErr w:type="gramStart"/>
      <w:r>
        <w:rPr>
          <w:szCs w:val="28"/>
        </w:rPr>
        <w:t>В соответствии Федеральным законом от 1 декабря 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Постановлением Правительства РФ о 17.06.2015 № 599 «О порядках и сроках разработки федеральными органами исполнительной власти, органами исполнительной власти субъектов РФ, органами местного самоуправления мероприятий по повышению значений показателей доступности</w:t>
      </w:r>
      <w:proofErr w:type="gramEnd"/>
      <w:r>
        <w:rPr>
          <w:szCs w:val="28"/>
        </w:rPr>
        <w:t xml:space="preserve"> для инвалидов объектов и услуг в установленных сферах деятельности</w:t>
      </w:r>
      <w:r w:rsidR="00364E76">
        <w:rPr>
          <w:szCs w:val="28"/>
        </w:rPr>
        <w:t>,</w:t>
      </w:r>
    </w:p>
    <w:p w:rsidR="0017576C" w:rsidRDefault="0017576C" w:rsidP="00364E76">
      <w:pPr>
        <w:ind w:firstLine="0"/>
        <w:jc w:val="both"/>
        <w:rPr>
          <w:b/>
          <w:szCs w:val="28"/>
        </w:rPr>
      </w:pPr>
      <w:r>
        <w:rPr>
          <w:szCs w:val="28"/>
        </w:rPr>
        <w:t xml:space="preserve">Администрация сельского поселения </w:t>
      </w:r>
      <w:proofErr w:type="spellStart"/>
      <w:r>
        <w:rPr>
          <w:szCs w:val="28"/>
        </w:rPr>
        <w:t>Ишня</w:t>
      </w:r>
      <w:proofErr w:type="spellEnd"/>
      <w:r>
        <w:rPr>
          <w:szCs w:val="28"/>
        </w:rPr>
        <w:t xml:space="preserve"> </w:t>
      </w:r>
      <w:proofErr w:type="gramStart"/>
      <w:r>
        <w:rPr>
          <w:b/>
          <w:szCs w:val="28"/>
        </w:rPr>
        <w:t>п</w:t>
      </w:r>
      <w:proofErr w:type="gramEnd"/>
      <w:r>
        <w:rPr>
          <w:b/>
          <w:szCs w:val="28"/>
        </w:rPr>
        <w:t xml:space="preserve"> о с т а н о в л я е т:</w:t>
      </w:r>
    </w:p>
    <w:p w:rsidR="0017576C" w:rsidRDefault="0017576C" w:rsidP="0017576C">
      <w:pPr>
        <w:jc w:val="both"/>
        <w:rPr>
          <w:b/>
          <w:szCs w:val="28"/>
        </w:rPr>
      </w:pPr>
    </w:p>
    <w:p w:rsidR="0017576C" w:rsidRDefault="0017576C" w:rsidP="0017576C">
      <w:pPr>
        <w:jc w:val="both"/>
        <w:rPr>
          <w:szCs w:val="28"/>
        </w:rPr>
      </w:pPr>
      <w:r>
        <w:rPr>
          <w:szCs w:val="28"/>
        </w:rPr>
        <w:t>1.</w:t>
      </w:r>
      <w:r w:rsidR="00364E76">
        <w:rPr>
          <w:szCs w:val="28"/>
        </w:rPr>
        <w:t>Внести изменения в</w:t>
      </w:r>
      <w:r>
        <w:rPr>
          <w:szCs w:val="28"/>
        </w:rPr>
        <w:t xml:space="preserve"> План мероприятий («дорожную карту») по повышению значений показателей доступности для инвалидов объектов и услуг  в сельском п</w:t>
      </w:r>
      <w:r w:rsidR="00364E76">
        <w:rPr>
          <w:szCs w:val="28"/>
        </w:rPr>
        <w:t xml:space="preserve">оселении </w:t>
      </w:r>
      <w:proofErr w:type="spellStart"/>
      <w:r w:rsidR="00364E76">
        <w:rPr>
          <w:szCs w:val="28"/>
        </w:rPr>
        <w:t>Ишня</w:t>
      </w:r>
      <w:proofErr w:type="spellEnd"/>
      <w:r w:rsidR="00364E76">
        <w:rPr>
          <w:szCs w:val="28"/>
        </w:rPr>
        <w:t xml:space="preserve"> на 2016-2030 годы, утвержденный постановлением Администрации сельского поселения </w:t>
      </w:r>
      <w:proofErr w:type="spellStart"/>
      <w:r w:rsidR="00364E76">
        <w:rPr>
          <w:szCs w:val="28"/>
        </w:rPr>
        <w:t>Ишня</w:t>
      </w:r>
      <w:proofErr w:type="spellEnd"/>
      <w:r w:rsidR="00364E76">
        <w:rPr>
          <w:szCs w:val="28"/>
        </w:rPr>
        <w:t xml:space="preserve"> от 31.12.2015 № 299:</w:t>
      </w:r>
    </w:p>
    <w:p w:rsidR="00364E76" w:rsidRDefault="00364E76" w:rsidP="0017576C">
      <w:pPr>
        <w:jc w:val="both"/>
        <w:rPr>
          <w:szCs w:val="28"/>
        </w:rPr>
      </w:pPr>
      <w:r>
        <w:rPr>
          <w:szCs w:val="28"/>
        </w:rPr>
        <w:t>1.1. период «2016-2030годы» изменить на « 2022-2025 годы».</w:t>
      </w:r>
    </w:p>
    <w:p w:rsidR="00364E76" w:rsidRDefault="00364E76" w:rsidP="0017576C">
      <w:pPr>
        <w:jc w:val="both"/>
        <w:rPr>
          <w:szCs w:val="28"/>
        </w:rPr>
      </w:pPr>
      <w:r>
        <w:rPr>
          <w:szCs w:val="28"/>
        </w:rPr>
        <w:t>1.2.разделы 6 «</w:t>
      </w:r>
      <w:r w:rsidR="00CB248E">
        <w:rPr>
          <w:szCs w:val="28"/>
        </w:rPr>
        <w:t>Значения показателей доступности для и</w:t>
      </w:r>
      <w:r w:rsidR="00CB27CD">
        <w:rPr>
          <w:szCs w:val="28"/>
        </w:rPr>
        <w:t>нвалидов объектов и услуг», 7 «П</w:t>
      </w:r>
      <w:r w:rsidR="00CB248E">
        <w:rPr>
          <w:szCs w:val="28"/>
        </w:rPr>
        <w:t>еречень мероприятий, реализуемых для достижения запланированных значений показателей доступности для инвалидов объектов и услуг» изложить в новой редакции (приложение).</w:t>
      </w:r>
      <w:r>
        <w:rPr>
          <w:szCs w:val="28"/>
        </w:rPr>
        <w:t xml:space="preserve"> </w:t>
      </w:r>
    </w:p>
    <w:p w:rsidR="0017576C" w:rsidRDefault="00364E76" w:rsidP="0017576C">
      <w:pPr>
        <w:jc w:val="both"/>
        <w:rPr>
          <w:szCs w:val="28"/>
        </w:rPr>
      </w:pPr>
      <w:r>
        <w:rPr>
          <w:szCs w:val="28"/>
        </w:rPr>
        <w:t>2.</w:t>
      </w:r>
      <w:r w:rsidR="0017576C">
        <w:rPr>
          <w:szCs w:val="28"/>
        </w:rPr>
        <w:t xml:space="preserve">Опубликовать постановление на официальном сайте Администрации сельского поселения </w:t>
      </w:r>
      <w:proofErr w:type="spellStart"/>
      <w:r w:rsidR="0017576C">
        <w:rPr>
          <w:szCs w:val="28"/>
        </w:rPr>
        <w:t>Ишня</w:t>
      </w:r>
      <w:proofErr w:type="spellEnd"/>
      <w:r w:rsidR="0017576C">
        <w:rPr>
          <w:szCs w:val="28"/>
        </w:rPr>
        <w:t>.</w:t>
      </w:r>
    </w:p>
    <w:p w:rsidR="0017576C" w:rsidRDefault="0017576C" w:rsidP="0017576C">
      <w:pPr>
        <w:tabs>
          <w:tab w:val="left" w:pos="3969"/>
        </w:tabs>
        <w:ind w:firstLine="708"/>
        <w:jc w:val="both"/>
        <w:rPr>
          <w:szCs w:val="28"/>
        </w:rPr>
      </w:pPr>
      <w:r>
        <w:rPr>
          <w:szCs w:val="28"/>
        </w:rPr>
        <w:t>3.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постановления возложить на заместителя Главы Администрации – начальника отдела </w:t>
      </w:r>
      <w:r w:rsidR="00364E76">
        <w:rPr>
          <w:szCs w:val="28"/>
        </w:rPr>
        <w:t>по управлению делами.</w:t>
      </w:r>
    </w:p>
    <w:p w:rsidR="0017576C" w:rsidRDefault="0017576C" w:rsidP="0017576C">
      <w:pPr>
        <w:tabs>
          <w:tab w:val="left" w:pos="3969"/>
        </w:tabs>
        <w:ind w:firstLine="708"/>
        <w:jc w:val="both"/>
        <w:rPr>
          <w:szCs w:val="28"/>
        </w:rPr>
      </w:pPr>
      <w:r>
        <w:rPr>
          <w:szCs w:val="28"/>
        </w:rPr>
        <w:t>4.Постановление вступает в силу с момента подписания.</w:t>
      </w:r>
    </w:p>
    <w:p w:rsidR="0017576C" w:rsidRDefault="0017576C" w:rsidP="0017576C">
      <w:pPr>
        <w:jc w:val="both"/>
        <w:rPr>
          <w:szCs w:val="28"/>
        </w:rPr>
      </w:pPr>
    </w:p>
    <w:p w:rsidR="00364E76" w:rsidRDefault="00364E76" w:rsidP="0017576C">
      <w:pPr>
        <w:jc w:val="both"/>
        <w:rPr>
          <w:szCs w:val="28"/>
        </w:rPr>
      </w:pPr>
    </w:p>
    <w:p w:rsidR="0017576C" w:rsidRDefault="0017576C" w:rsidP="00364E76">
      <w:pPr>
        <w:ind w:firstLine="0"/>
        <w:jc w:val="both"/>
        <w:rPr>
          <w:szCs w:val="28"/>
        </w:rPr>
      </w:pPr>
      <w:r>
        <w:rPr>
          <w:szCs w:val="28"/>
        </w:rPr>
        <w:t xml:space="preserve">Глава сельского поселения </w:t>
      </w:r>
      <w:proofErr w:type="spellStart"/>
      <w:r>
        <w:rPr>
          <w:szCs w:val="28"/>
        </w:rPr>
        <w:t>Ишня</w:t>
      </w:r>
      <w:proofErr w:type="spellEnd"/>
      <w:r>
        <w:rPr>
          <w:szCs w:val="28"/>
        </w:rPr>
        <w:t xml:space="preserve">                           </w:t>
      </w:r>
      <w:r w:rsidR="00364E76">
        <w:rPr>
          <w:szCs w:val="28"/>
        </w:rPr>
        <w:t xml:space="preserve">     </w:t>
      </w:r>
      <w:r>
        <w:rPr>
          <w:szCs w:val="28"/>
        </w:rPr>
        <w:t xml:space="preserve">   Н.С. Савельев</w:t>
      </w:r>
    </w:p>
    <w:p w:rsidR="0017576C" w:rsidRPr="0017576C" w:rsidRDefault="0017576C" w:rsidP="0017576C">
      <w:pPr>
        <w:rPr>
          <w:szCs w:val="28"/>
        </w:rPr>
      </w:pPr>
      <w:r>
        <w:rPr>
          <w:szCs w:val="28"/>
        </w:rPr>
        <w:t xml:space="preserve">                 </w:t>
      </w:r>
      <w:r w:rsidR="00364E76">
        <w:rPr>
          <w:szCs w:val="28"/>
        </w:rPr>
        <w:t xml:space="preserve"> </w:t>
      </w:r>
    </w:p>
    <w:p w:rsidR="0017576C" w:rsidRDefault="0017576C" w:rsidP="000D5733">
      <w:pPr>
        <w:ind w:right="-143" w:firstLine="5103"/>
        <w:rPr>
          <w:rFonts w:cs="Times New Roman"/>
          <w:szCs w:val="28"/>
        </w:rPr>
      </w:pPr>
    </w:p>
    <w:sectPr w:rsidR="0017576C" w:rsidSect="002B3E8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6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4C5" w:rsidRDefault="00C634C5" w:rsidP="00E30EA9">
      <w:r>
        <w:separator/>
      </w:r>
    </w:p>
  </w:endnote>
  <w:endnote w:type="continuationSeparator" w:id="0">
    <w:p w:rsidR="00C634C5" w:rsidRDefault="00C634C5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C11" w:rsidRDefault="00395C1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C11" w:rsidRDefault="00395C1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C11" w:rsidRDefault="00395C1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4C5" w:rsidRDefault="00C634C5" w:rsidP="00E30EA9">
      <w:r>
        <w:separator/>
      </w:r>
    </w:p>
  </w:footnote>
  <w:footnote w:type="continuationSeparator" w:id="0">
    <w:p w:rsidR="00C634C5" w:rsidRDefault="00C634C5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C11" w:rsidRDefault="00395C1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C11" w:rsidRDefault="00395C1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B248E">
      <w:rPr>
        <w:noProof/>
      </w:rPr>
      <w:t>2</w:t>
    </w:r>
    <w:r>
      <w:fldChar w:fldCharType="end"/>
    </w:r>
  </w:p>
  <w:p w:rsidR="00395C11" w:rsidRDefault="00395C1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C11" w:rsidRDefault="00395C11">
    <w:pPr>
      <w:pStyle w:val="a3"/>
      <w:jc w:val="center"/>
    </w:pPr>
  </w:p>
  <w:p w:rsidR="00395C11" w:rsidRDefault="00395C1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">
    <w:nsid w:val="7C6B570F"/>
    <w:multiLevelType w:val="multilevel"/>
    <w:tmpl w:val="494411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B2"/>
    <w:rsid w:val="0001178B"/>
    <w:rsid w:val="0006063B"/>
    <w:rsid w:val="00061339"/>
    <w:rsid w:val="00064332"/>
    <w:rsid w:val="0008640E"/>
    <w:rsid w:val="000B2934"/>
    <w:rsid w:val="000C1897"/>
    <w:rsid w:val="000C79EF"/>
    <w:rsid w:val="000D5733"/>
    <w:rsid w:val="000F7F26"/>
    <w:rsid w:val="00104DC8"/>
    <w:rsid w:val="001156A5"/>
    <w:rsid w:val="0012007A"/>
    <w:rsid w:val="00133D0F"/>
    <w:rsid w:val="001373DC"/>
    <w:rsid w:val="001402B9"/>
    <w:rsid w:val="00145174"/>
    <w:rsid w:val="0014554F"/>
    <w:rsid w:val="00154556"/>
    <w:rsid w:val="00166F74"/>
    <w:rsid w:val="0017576C"/>
    <w:rsid w:val="00181BA7"/>
    <w:rsid w:val="00181DB4"/>
    <w:rsid w:val="00183F72"/>
    <w:rsid w:val="00191631"/>
    <w:rsid w:val="00191E8D"/>
    <w:rsid w:val="001C78DA"/>
    <w:rsid w:val="002023C9"/>
    <w:rsid w:val="002306C4"/>
    <w:rsid w:val="00234216"/>
    <w:rsid w:val="00236F61"/>
    <w:rsid w:val="002408EB"/>
    <w:rsid w:val="00242F25"/>
    <w:rsid w:val="00244C3D"/>
    <w:rsid w:val="002A17CB"/>
    <w:rsid w:val="002B3E8C"/>
    <w:rsid w:val="002C717B"/>
    <w:rsid w:val="002C7873"/>
    <w:rsid w:val="002D66F0"/>
    <w:rsid w:val="002F4C6C"/>
    <w:rsid w:val="002F57DA"/>
    <w:rsid w:val="00300C01"/>
    <w:rsid w:val="00307590"/>
    <w:rsid w:val="00322BD4"/>
    <w:rsid w:val="00340DE5"/>
    <w:rsid w:val="00347D12"/>
    <w:rsid w:val="0035761A"/>
    <w:rsid w:val="00364609"/>
    <w:rsid w:val="00364E76"/>
    <w:rsid w:val="0038047A"/>
    <w:rsid w:val="003857F9"/>
    <w:rsid w:val="00394334"/>
    <w:rsid w:val="00395C11"/>
    <w:rsid w:val="003A2DCC"/>
    <w:rsid w:val="003A7D0D"/>
    <w:rsid w:val="003D1E8D"/>
    <w:rsid w:val="003D3C71"/>
    <w:rsid w:val="003D6C05"/>
    <w:rsid w:val="003E71D8"/>
    <w:rsid w:val="003F5C05"/>
    <w:rsid w:val="0040656C"/>
    <w:rsid w:val="00411A69"/>
    <w:rsid w:val="004A7F5F"/>
    <w:rsid w:val="004B2C92"/>
    <w:rsid w:val="004C077F"/>
    <w:rsid w:val="005060E7"/>
    <w:rsid w:val="005101F9"/>
    <w:rsid w:val="00510B09"/>
    <w:rsid w:val="00510D0A"/>
    <w:rsid w:val="00520B33"/>
    <w:rsid w:val="00544401"/>
    <w:rsid w:val="00551904"/>
    <w:rsid w:val="00571617"/>
    <w:rsid w:val="005948B4"/>
    <w:rsid w:val="005A1D81"/>
    <w:rsid w:val="005B18B7"/>
    <w:rsid w:val="005E5245"/>
    <w:rsid w:val="005F24A9"/>
    <w:rsid w:val="00605F74"/>
    <w:rsid w:val="00617C28"/>
    <w:rsid w:val="00620B0F"/>
    <w:rsid w:val="0063015E"/>
    <w:rsid w:val="0067401D"/>
    <w:rsid w:val="00694467"/>
    <w:rsid w:val="006A44B5"/>
    <w:rsid w:val="00706E66"/>
    <w:rsid w:val="0072640A"/>
    <w:rsid w:val="007469DF"/>
    <w:rsid w:val="007766E1"/>
    <w:rsid w:val="007F28FB"/>
    <w:rsid w:val="007F2964"/>
    <w:rsid w:val="00863517"/>
    <w:rsid w:val="008707EC"/>
    <w:rsid w:val="00870E86"/>
    <w:rsid w:val="00875701"/>
    <w:rsid w:val="008A2482"/>
    <w:rsid w:val="008A434A"/>
    <w:rsid w:val="008A5B43"/>
    <w:rsid w:val="00921255"/>
    <w:rsid w:val="00930932"/>
    <w:rsid w:val="00930E3D"/>
    <w:rsid w:val="00962CA4"/>
    <w:rsid w:val="00984C21"/>
    <w:rsid w:val="009B5FA4"/>
    <w:rsid w:val="009E726B"/>
    <w:rsid w:val="00A0662D"/>
    <w:rsid w:val="00A219BA"/>
    <w:rsid w:val="00A248F6"/>
    <w:rsid w:val="00A417AD"/>
    <w:rsid w:val="00A51465"/>
    <w:rsid w:val="00A64C68"/>
    <w:rsid w:val="00A76709"/>
    <w:rsid w:val="00A77FA6"/>
    <w:rsid w:val="00A95759"/>
    <w:rsid w:val="00A9633B"/>
    <w:rsid w:val="00AA1F23"/>
    <w:rsid w:val="00AA1FB1"/>
    <w:rsid w:val="00AA342A"/>
    <w:rsid w:val="00AB2166"/>
    <w:rsid w:val="00AC243F"/>
    <w:rsid w:val="00AC7CE9"/>
    <w:rsid w:val="00AD308E"/>
    <w:rsid w:val="00AE3646"/>
    <w:rsid w:val="00B15B79"/>
    <w:rsid w:val="00B3469A"/>
    <w:rsid w:val="00B353A0"/>
    <w:rsid w:val="00BB1812"/>
    <w:rsid w:val="00BF3366"/>
    <w:rsid w:val="00C0114C"/>
    <w:rsid w:val="00C200C9"/>
    <w:rsid w:val="00C23E8F"/>
    <w:rsid w:val="00C36FDB"/>
    <w:rsid w:val="00C52710"/>
    <w:rsid w:val="00C62076"/>
    <w:rsid w:val="00C634C5"/>
    <w:rsid w:val="00C70A69"/>
    <w:rsid w:val="00C733C6"/>
    <w:rsid w:val="00C73902"/>
    <w:rsid w:val="00C81885"/>
    <w:rsid w:val="00C909D4"/>
    <w:rsid w:val="00CB248E"/>
    <w:rsid w:val="00CB27CD"/>
    <w:rsid w:val="00CC5D61"/>
    <w:rsid w:val="00D00EFB"/>
    <w:rsid w:val="00D67F82"/>
    <w:rsid w:val="00D721D4"/>
    <w:rsid w:val="00D72C55"/>
    <w:rsid w:val="00DA49A5"/>
    <w:rsid w:val="00DB6E59"/>
    <w:rsid w:val="00DE71B2"/>
    <w:rsid w:val="00DF3002"/>
    <w:rsid w:val="00E013E1"/>
    <w:rsid w:val="00E01F2F"/>
    <w:rsid w:val="00E047CC"/>
    <w:rsid w:val="00E1407E"/>
    <w:rsid w:val="00E27A12"/>
    <w:rsid w:val="00E30EA9"/>
    <w:rsid w:val="00E45093"/>
    <w:rsid w:val="00E75E06"/>
    <w:rsid w:val="00E84E2C"/>
    <w:rsid w:val="00EA2370"/>
    <w:rsid w:val="00ED300C"/>
    <w:rsid w:val="00EE1933"/>
    <w:rsid w:val="00EE4D85"/>
    <w:rsid w:val="00F106D5"/>
    <w:rsid w:val="00F21F0E"/>
    <w:rsid w:val="00F22218"/>
    <w:rsid w:val="00F2689D"/>
    <w:rsid w:val="00F5125B"/>
    <w:rsid w:val="00F5275D"/>
    <w:rsid w:val="00F6657D"/>
    <w:rsid w:val="00F824DB"/>
    <w:rsid w:val="00F975BA"/>
    <w:rsid w:val="00FB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paragraph" w:customStyle="1" w:styleId="ConsPlusNormal">
    <w:name w:val="ConsPlusNormal"/>
    <w:rsid w:val="000D57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8">
    <w:name w:val="Placeholder Text"/>
    <w:basedOn w:val="a0"/>
    <w:uiPriority w:val="99"/>
    <w:semiHidden/>
    <w:rsid w:val="00AD308E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AD308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308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paragraph" w:customStyle="1" w:styleId="ConsPlusNormal">
    <w:name w:val="ConsPlusNormal"/>
    <w:rsid w:val="000D57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8">
    <w:name w:val="Placeholder Text"/>
    <w:basedOn w:val="a0"/>
    <w:uiPriority w:val="99"/>
    <w:semiHidden/>
    <w:rsid w:val="00AD308E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AD308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308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4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17CA8-E102-4693-B961-FD4C40B0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A37336-449C-4141-AD46-D2A4EF0A9FB8}">
  <ds:schemaRefs>
    <ds:schemaRef ds:uri="http://schemas.microsoft.com/office/2006/metadata/properties"/>
    <ds:schemaRef ds:uri="b468e2e6-0af2-49b6-8148-798aa515d8d2"/>
  </ds:schemaRefs>
</ds:datastoreItem>
</file>

<file path=customXml/itemProps4.xml><?xml version="1.0" encoding="utf-8"?>
<ds:datastoreItem xmlns:ds="http://schemas.openxmlformats.org/officeDocument/2006/customXml" ds:itemID="{A59CF02F-229E-428C-B9BB-A6215C255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</Template>
  <TotalTime>88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Anna</cp:lastModifiedBy>
  <cp:revision>18</cp:revision>
  <cp:lastPrinted>2021-12-16T12:21:00Z</cp:lastPrinted>
  <dcterms:created xsi:type="dcterms:W3CDTF">2015-11-06T12:23:00Z</dcterms:created>
  <dcterms:modified xsi:type="dcterms:W3CDTF">2021-12-16T12:21:00Z</dcterms:modified>
</cp:coreProperties>
</file>