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15" w:rsidRPr="00C96EFA" w:rsidRDefault="00335915" w:rsidP="00D161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C96EF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АДМИНИСТРАЦИЯ</w:t>
      </w: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C96EF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СЕЛЬСКОГО ПОСЕЛЕНИЯ ИШНЯ</w:t>
      </w: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C96EF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  <w:bookmarkStart w:id="0" w:name="_GoBack"/>
      <w:bookmarkEnd w:id="0"/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 25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3                                                               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15</w:t>
      </w: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EFA">
        <w:rPr>
          <w:rFonts w:ascii="Times New Roman" w:hAnsi="Times New Roman" w:cs="Times New Roman"/>
          <w:sz w:val="28"/>
          <w:szCs w:val="28"/>
          <w:lang w:eastAsia="ru-RU"/>
        </w:rPr>
        <w:t xml:space="preserve">р.п. Ишня                                                  </w:t>
      </w:r>
    </w:p>
    <w:p w:rsidR="00335915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EFA">
        <w:rPr>
          <w:rFonts w:ascii="Times New Roman" w:hAnsi="Times New Roman" w:cs="Times New Roman"/>
          <w:sz w:val="28"/>
          <w:szCs w:val="28"/>
          <w:lang w:eastAsia="ru-RU"/>
        </w:rPr>
        <w:t>Об утверждении Перечн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 xml:space="preserve"> видов муниципального контроля</w:t>
      </w: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EFA">
        <w:rPr>
          <w:rFonts w:ascii="Times New Roman" w:hAnsi="Times New Roman" w:cs="Times New Roman"/>
          <w:sz w:val="28"/>
          <w:szCs w:val="28"/>
          <w:lang w:eastAsia="ru-RU"/>
        </w:rPr>
        <w:t xml:space="preserve">       В соответствии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Федеральным законом от 26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>.200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 xml:space="preserve"> № 2</w:t>
      </w:r>
      <w:r>
        <w:rPr>
          <w:rFonts w:ascii="Times New Roman" w:hAnsi="Times New Roman" w:cs="Times New Roman"/>
          <w:sz w:val="28"/>
          <w:szCs w:val="28"/>
          <w:lang w:eastAsia="ru-RU"/>
        </w:rPr>
        <w:t>94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защите </w:t>
      </w:r>
      <w:r w:rsidRPr="00DE6A3D">
        <w:rPr>
          <w:rFonts w:ascii="Times New Roman" w:hAnsi="Times New Roman" w:cs="Times New Roman"/>
          <w:sz w:val="28"/>
          <w:szCs w:val="28"/>
          <w:lang w:eastAsia="ru-RU"/>
        </w:rPr>
        <w:t>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 xml:space="preserve">», руководствуясь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8050B3">
        <w:rPr>
          <w:rFonts w:ascii="Times New Roman" w:hAnsi="Times New Roman" w:cs="Times New Roman"/>
          <w:sz w:val="28"/>
          <w:szCs w:val="28"/>
          <w:lang w:eastAsia="ru-RU"/>
        </w:rPr>
        <w:t>римерны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8050B3">
        <w:rPr>
          <w:rFonts w:ascii="Times New Roman" w:hAnsi="Times New Roman" w:cs="Times New Roman"/>
          <w:sz w:val="28"/>
          <w:szCs w:val="28"/>
          <w:lang w:eastAsia="ru-RU"/>
        </w:rPr>
        <w:t xml:space="preserve"> перечн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8050B3">
        <w:rPr>
          <w:rFonts w:ascii="Times New Roman" w:hAnsi="Times New Roman" w:cs="Times New Roman"/>
          <w:sz w:val="28"/>
          <w:szCs w:val="28"/>
          <w:lang w:eastAsia="ru-RU"/>
        </w:rPr>
        <w:t xml:space="preserve"> видов муниципального контроля при осуществлении контрольной деятельности органов местного самоуправления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>, предоставляемых органами местного самоуправления муниципальных образований Ярославской области, для размещения в электронном региональном реестре государственных и муниципальных услуг (функций)</w:t>
      </w: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EFA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Администрация сельского поселения Ишня </w:t>
      </w:r>
      <w:r w:rsidRPr="00E555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 о с т а н о в л я е т</w:t>
      </w:r>
      <w:r w:rsidRPr="00C96EF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EF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EFA">
        <w:rPr>
          <w:rFonts w:ascii="Times New Roman" w:hAnsi="Times New Roman" w:cs="Times New Roman"/>
          <w:sz w:val="28"/>
          <w:szCs w:val="28"/>
          <w:lang w:eastAsia="ru-RU"/>
        </w:rPr>
        <w:t>1. Утвердить Перечень видов муниципального контроля при осуществлении контрольной деятельности сельского поселения Ишня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(приложение).</w:t>
      </w: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>. Опубликовать настоящее постановлени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 в газете «Ростовский вестник» и на официальном сайте Администрации сельского поселения Ишня.</w:t>
      </w: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96EFA">
        <w:rPr>
          <w:rFonts w:ascii="Times New Roman" w:hAnsi="Times New Roman" w:cs="Times New Roman"/>
          <w:sz w:val="28"/>
          <w:szCs w:val="28"/>
          <w:lang w:eastAsia="ru-RU"/>
        </w:rPr>
        <w:t>. Постановление вступает в силу с момента опубликования.</w:t>
      </w:r>
    </w:p>
    <w:p w:rsidR="00335915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5915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5915" w:rsidRPr="00C96EFA" w:rsidRDefault="00335915" w:rsidP="00C96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5915" w:rsidRDefault="00335915" w:rsidP="00C96E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6EFA">
        <w:rPr>
          <w:rFonts w:ascii="Times New Roman" w:hAnsi="Times New Roman" w:cs="Times New Roman"/>
          <w:sz w:val="28"/>
          <w:szCs w:val="28"/>
          <w:lang w:eastAsia="ru-RU"/>
        </w:rPr>
        <w:t>Глава сельского поселения Ишня                                                  Н.С. Савельев</w:t>
      </w:r>
    </w:p>
    <w:p w:rsidR="00335915" w:rsidRDefault="00335915" w:rsidP="00713F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5915" w:rsidRDefault="00335915" w:rsidP="00713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  <w:t xml:space="preserve">                                      </w:t>
      </w:r>
      <w:r w:rsidRPr="00D161B4">
        <w:rPr>
          <w:rFonts w:ascii="Times New Roman" w:hAnsi="Times New Roman" w:cs="Times New Roman"/>
          <w:sz w:val="28"/>
          <w:szCs w:val="28"/>
        </w:rPr>
        <w:t>Приложение</w:t>
      </w:r>
    </w:p>
    <w:p w:rsidR="00335915" w:rsidRPr="00D161B4" w:rsidRDefault="00335915" w:rsidP="00713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D161B4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35915" w:rsidRPr="00D161B4" w:rsidRDefault="00335915" w:rsidP="00713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61B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161B4"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335915" w:rsidRPr="00D161B4" w:rsidRDefault="00335915" w:rsidP="00713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2</w:t>
      </w:r>
      <w:r w:rsidRPr="00D161B4">
        <w:rPr>
          <w:rFonts w:ascii="Times New Roman" w:hAnsi="Times New Roman" w:cs="Times New Roman"/>
          <w:sz w:val="28"/>
          <w:szCs w:val="28"/>
        </w:rPr>
        <w:t>5.01.2013</w:t>
      </w:r>
      <w:r>
        <w:rPr>
          <w:rFonts w:ascii="Times New Roman" w:hAnsi="Times New Roman" w:cs="Times New Roman"/>
          <w:sz w:val="28"/>
          <w:szCs w:val="28"/>
        </w:rPr>
        <w:t xml:space="preserve"> № 15</w:t>
      </w:r>
    </w:p>
    <w:p w:rsidR="00335915" w:rsidRPr="00D161B4" w:rsidRDefault="00335915" w:rsidP="00713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5915" w:rsidRDefault="00335915" w:rsidP="00D161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5915" w:rsidRDefault="00335915" w:rsidP="00D161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6077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335915" w:rsidRPr="00786077" w:rsidRDefault="00335915" w:rsidP="00713F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6077">
        <w:rPr>
          <w:rFonts w:ascii="Times New Roman" w:hAnsi="Times New Roman" w:cs="Times New Roman"/>
          <w:b/>
          <w:bCs/>
          <w:sz w:val="28"/>
          <w:szCs w:val="28"/>
        </w:rPr>
        <w:t xml:space="preserve"> видов муниципального контроля при осуществлении контрольной деятельности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Ишня</w:t>
      </w:r>
    </w:p>
    <w:p w:rsidR="00335915" w:rsidRPr="00786077" w:rsidRDefault="00335915" w:rsidP="00713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3969"/>
        <w:gridCol w:w="4819"/>
      </w:tblGrid>
      <w:tr w:rsidR="00335915" w:rsidRPr="0096228F">
        <w:tc>
          <w:tcPr>
            <w:tcW w:w="959" w:type="dxa"/>
            <w:vAlign w:val="center"/>
          </w:tcPr>
          <w:p w:rsidR="00335915" w:rsidRPr="0096228F" w:rsidRDefault="00335915" w:rsidP="009622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Align w:val="center"/>
          </w:tcPr>
          <w:p w:rsidR="00335915" w:rsidRPr="0096228F" w:rsidRDefault="00335915" w:rsidP="009622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контроля</w:t>
            </w:r>
          </w:p>
        </w:tc>
        <w:tc>
          <w:tcPr>
            <w:tcW w:w="4819" w:type="dxa"/>
            <w:vAlign w:val="center"/>
          </w:tcPr>
          <w:p w:rsidR="00335915" w:rsidRPr="0096228F" w:rsidRDefault="00335915" w:rsidP="009622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Ссылка на нормативный правовой акт</w:t>
            </w:r>
          </w:p>
        </w:tc>
      </w:tr>
      <w:tr w:rsidR="00335915" w:rsidRPr="0096228F">
        <w:tc>
          <w:tcPr>
            <w:tcW w:w="959" w:type="dxa"/>
          </w:tcPr>
          <w:p w:rsidR="00335915" w:rsidRPr="0096228F" w:rsidRDefault="00335915" w:rsidP="0096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Муниципальный лесной контроль</w:t>
            </w:r>
          </w:p>
        </w:tc>
        <w:tc>
          <w:tcPr>
            <w:tcW w:w="481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ст. 84 и 98 Лесного кодекса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32 части 1 статьи 14 Закона №131-ФЗ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32 части 1 статьи 9 Устава с.п. Ишня</w:t>
            </w:r>
          </w:p>
        </w:tc>
      </w:tr>
      <w:tr w:rsidR="00335915" w:rsidRPr="0096228F">
        <w:trPr>
          <w:trHeight w:val="1695"/>
        </w:trPr>
        <w:tc>
          <w:tcPr>
            <w:tcW w:w="959" w:type="dxa"/>
          </w:tcPr>
          <w:p w:rsidR="00335915" w:rsidRPr="0096228F" w:rsidRDefault="00335915" w:rsidP="0096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Земельный контроль за использованием земель поселений</w:t>
            </w:r>
          </w:p>
        </w:tc>
        <w:tc>
          <w:tcPr>
            <w:tcW w:w="481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ст. 72 Земельного кодекса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20 части 1 статьи 14 Закона №131-ФЗ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20 части 1 статьи 9 Устава с.п. Ишня</w:t>
            </w:r>
          </w:p>
        </w:tc>
      </w:tr>
      <w:tr w:rsidR="00335915" w:rsidRPr="0096228F">
        <w:trPr>
          <w:trHeight w:val="225"/>
        </w:trPr>
        <w:tc>
          <w:tcPr>
            <w:tcW w:w="959" w:type="dxa"/>
          </w:tcPr>
          <w:p w:rsidR="00335915" w:rsidRPr="0096228F" w:rsidRDefault="00335915" w:rsidP="0096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Муниципальный контроль в области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использования и охраны особо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охраняемых природных территорий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481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ст. 33 закона № 33 «Об особо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охраняемых природных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территориях»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27 части 1 статьи 14 Закона №131-ФЗ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27 части 1 статьи 9 Устава с.п. Ишня</w:t>
            </w:r>
          </w:p>
        </w:tc>
      </w:tr>
      <w:tr w:rsidR="00335915" w:rsidRPr="0096228F">
        <w:tc>
          <w:tcPr>
            <w:tcW w:w="959" w:type="dxa"/>
          </w:tcPr>
          <w:p w:rsidR="00335915" w:rsidRPr="0096228F" w:rsidRDefault="00335915" w:rsidP="0096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Муниципальный жилищный контроль</w:t>
            </w:r>
          </w:p>
        </w:tc>
        <w:tc>
          <w:tcPr>
            <w:tcW w:w="481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 xml:space="preserve">Пункт 9 части 1 статьи 14 ЖК 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6 части 1 статьи 14 Закона №131-ФЗ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6 части 1 статьи 9 Устава с.п. Ишня</w:t>
            </w:r>
          </w:p>
        </w:tc>
      </w:tr>
      <w:tr w:rsidR="00335915" w:rsidRPr="0096228F">
        <w:tc>
          <w:tcPr>
            <w:tcW w:w="959" w:type="dxa"/>
          </w:tcPr>
          <w:p w:rsidR="00335915" w:rsidRPr="0096228F" w:rsidRDefault="00335915" w:rsidP="0096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Контроль за обеспечением сохранности автомобильных дорог местного значения</w:t>
            </w:r>
          </w:p>
        </w:tc>
        <w:tc>
          <w:tcPr>
            <w:tcW w:w="4819" w:type="dxa"/>
          </w:tcPr>
          <w:p w:rsidR="00335915" w:rsidRPr="0096228F" w:rsidRDefault="00335915" w:rsidP="00962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Часть 1 статьи 13 закона № 257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:rsidR="00335915" w:rsidRPr="0096228F" w:rsidRDefault="00335915" w:rsidP="00962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5 части 1 статьи 14 Закона 131-ФЗ</w:t>
            </w:r>
          </w:p>
          <w:p w:rsidR="00335915" w:rsidRPr="0096228F" w:rsidRDefault="00335915" w:rsidP="00962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5 части 1 статьи 9 Устава с.п. Ишня</w:t>
            </w:r>
          </w:p>
        </w:tc>
      </w:tr>
      <w:tr w:rsidR="00335915" w:rsidRPr="0096228F">
        <w:tc>
          <w:tcPr>
            <w:tcW w:w="959" w:type="dxa"/>
          </w:tcPr>
          <w:p w:rsidR="00335915" w:rsidRPr="0096228F" w:rsidRDefault="00335915" w:rsidP="0096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Контроль за проведением муниципальных лотерей</w:t>
            </w:r>
          </w:p>
        </w:tc>
        <w:tc>
          <w:tcPr>
            <w:tcW w:w="4819" w:type="dxa"/>
          </w:tcPr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Часть 2 статьи 21 закона № 77 «О лотереях»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35 части 1 статьи 14 Закона 131-ФЗ</w:t>
            </w:r>
          </w:p>
          <w:p w:rsidR="00335915" w:rsidRPr="0096228F" w:rsidRDefault="00335915" w:rsidP="00962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228F">
              <w:rPr>
                <w:rFonts w:ascii="Times New Roman" w:hAnsi="Times New Roman" w:cs="Times New Roman"/>
                <w:sz w:val="28"/>
                <w:szCs w:val="28"/>
              </w:rPr>
              <w:t>Пункт 35 части 1 статьи 9 Устава с.п. Ишня</w:t>
            </w:r>
          </w:p>
        </w:tc>
      </w:tr>
    </w:tbl>
    <w:p w:rsidR="00335915" w:rsidRPr="00786077" w:rsidRDefault="00335915" w:rsidP="00E90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35915" w:rsidRPr="00786077" w:rsidSect="00E90E42">
      <w:endnotePr>
        <w:numFmt w:val="chicago"/>
      </w:endnotePr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915" w:rsidRDefault="00335915" w:rsidP="0040527D">
      <w:pPr>
        <w:spacing w:after="0" w:line="240" w:lineRule="auto"/>
      </w:pPr>
      <w:r>
        <w:separator/>
      </w:r>
    </w:p>
  </w:endnote>
  <w:endnote w:type="continuationSeparator" w:id="0">
    <w:p w:rsidR="00335915" w:rsidRDefault="00335915" w:rsidP="0040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915" w:rsidRDefault="00335915" w:rsidP="0040527D">
      <w:pPr>
        <w:spacing w:after="0" w:line="240" w:lineRule="auto"/>
      </w:pPr>
      <w:r>
        <w:separator/>
      </w:r>
    </w:p>
  </w:footnote>
  <w:footnote w:type="continuationSeparator" w:id="0">
    <w:p w:rsidR="00335915" w:rsidRDefault="00335915" w:rsidP="004052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numFmt w:val="chicago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FDC"/>
    <w:rsid w:val="00000E45"/>
    <w:rsid w:val="00001FEA"/>
    <w:rsid w:val="000025A3"/>
    <w:rsid w:val="00003881"/>
    <w:rsid w:val="00014426"/>
    <w:rsid w:val="00023C74"/>
    <w:rsid w:val="000276FE"/>
    <w:rsid w:val="00031BF3"/>
    <w:rsid w:val="00042463"/>
    <w:rsid w:val="0004272A"/>
    <w:rsid w:val="00043C99"/>
    <w:rsid w:val="00050455"/>
    <w:rsid w:val="000528B3"/>
    <w:rsid w:val="00057247"/>
    <w:rsid w:val="000612C8"/>
    <w:rsid w:val="00074CD7"/>
    <w:rsid w:val="00081598"/>
    <w:rsid w:val="000872F0"/>
    <w:rsid w:val="0009456E"/>
    <w:rsid w:val="000A3CAA"/>
    <w:rsid w:val="000A7A14"/>
    <w:rsid w:val="000C136B"/>
    <w:rsid w:val="000C2C0A"/>
    <w:rsid w:val="000C5D01"/>
    <w:rsid w:val="000D2B16"/>
    <w:rsid w:val="000D3E20"/>
    <w:rsid w:val="000D4DC8"/>
    <w:rsid w:val="000D6C07"/>
    <w:rsid w:val="000E05AB"/>
    <w:rsid w:val="0010075A"/>
    <w:rsid w:val="00102D7C"/>
    <w:rsid w:val="00120FDA"/>
    <w:rsid w:val="001213B2"/>
    <w:rsid w:val="0012639E"/>
    <w:rsid w:val="0013763B"/>
    <w:rsid w:val="001551A4"/>
    <w:rsid w:val="0016035B"/>
    <w:rsid w:val="00166633"/>
    <w:rsid w:val="001678F7"/>
    <w:rsid w:val="00170586"/>
    <w:rsid w:val="00177079"/>
    <w:rsid w:val="00184FFA"/>
    <w:rsid w:val="0019493A"/>
    <w:rsid w:val="00197304"/>
    <w:rsid w:val="001A1E03"/>
    <w:rsid w:val="001B3B9A"/>
    <w:rsid w:val="001C6D73"/>
    <w:rsid w:val="001D715D"/>
    <w:rsid w:val="001E31F9"/>
    <w:rsid w:val="001E4956"/>
    <w:rsid w:val="00201C33"/>
    <w:rsid w:val="0020444A"/>
    <w:rsid w:val="00210837"/>
    <w:rsid w:val="00211009"/>
    <w:rsid w:val="00217F3F"/>
    <w:rsid w:val="00257D63"/>
    <w:rsid w:val="00262912"/>
    <w:rsid w:val="00267947"/>
    <w:rsid w:val="002728D6"/>
    <w:rsid w:val="0028022E"/>
    <w:rsid w:val="002833A3"/>
    <w:rsid w:val="00285E2A"/>
    <w:rsid w:val="0028621E"/>
    <w:rsid w:val="00291D4C"/>
    <w:rsid w:val="002A574A"/>
    <w:rsid w:val="002B00C2"/>
    <w:rsid w:val="002B0BC0"/>
    <w:rsid w:val="002B4249"/>
    <w:rsid w:val="002C03D3"/>
    <w:rsid w:val="002C0EA8"/>
    <w:rsid w:val="002C323B"/>
    <w:rsid w:val="002C5280"/>
    <w:rsid w:val="002D29A5"/>
    <w:rsid w:val="002F13FE"/>
    <w:rsid w:val="002F3D3B"/>
    <w:rsid w:val="00322D25"/>
    <w:rsid w:val="00330B38"/>
    <w:rsid w:val="00335915"/>
    <w:rsid w:val="00341E0A"/>
    <w:rsid w:val="0034715A"/>
    <w:rsid w:val="00355414"/>
    <w:rsid w:val="00367ABE"/>
    <w:rsid w:val="00397E06"/>
    <w:rsid w:val="003A2AF9"/>
    <w:rsid w:val="003A7BF7"/>
    <w:rsid w:val="003D22DB"/>
    <w:rsid w:val="003E52B3"/>
    <w:rsid w:val="003E5DA6"/>
    <w:rsid w:val="003F35A6"/>
    <w:rsid w:val="003F7439"/>
    <w:rsid w:val="003F78D3"/>
    <w:rsid w:val="0040100D"/>
    <w:rsid w:val="0040380F"/>
    <w:rsid w:val="00404446"/>
    <w:rsid w:val="0040527D"/>
    <w:rsid w:val="004113B3"/>
    <w:rsid w:val="00412C25"/>
    <w:rsid w:val="0042571C"/>
    <w:rsid w:val="00432659"/>
    <w:rsid w:val="00434B5E"/>
    <w:rsid w:val="00436ED1"/>
    <w:rsid w:val="004422C8"/>
    <w:rsid w:val="00447AA6"/>
    <w:rsid w:val="0045187D"/>
    <w:rsid w:val="00452741"/>
    <w:rsid w:val="004571BE"/>
    <w:rsid w:val="00460E9B"/>
    <w:rsid w:val="00461F62"/>
    <w:rsid w:val="00491977"/>
    <w:rsid w:val="00491E3D"/>
    <w:rsid w:val="00492440"/>
    <w:rsid w:val="004A2EA9"/>
    <w:rsid w:val="004B06AA"/>
    <w:rsid w:val="004B1DCD"/>
    <w:rsid w:val="004D00DB"/>
    <w:rsid w:val="004E1702"/>
    <w:rsid w:val="00505606"/>
    <w:rsid w:val="00535319"/>
    <w:rsid w:val="0054401B"/>
    <w:rsid w:val="00552271"/>
    <w:rsid w:val="00553FAC"/>
    <w:rsid w:val="00555493"/>
    <w:rsid w:val="0056065A"/>
    <w:rsid w:val="00574862"/>
    <w:rsid w:val="00581C45"/>
    <w:rsid w:val="005A2067"/>
    <w:rsid w:val="005A3058"/>
    <w:rsid w:val="005A3F02"/>
    <w:rsid w:val="005B3AFE"/>
    <w:rsid w:val="005C1A09"/>
    <w:rsid w:val="005D4D96"/>
    <w:rsid w:val="005E1C40"/>
    <w:rsid w:val="005E23E8"/>
    <w:rsid w:val="005E4018"/>
    <w:rsid w:val="005E7F13"/>
    <w:rsid w:val="0060142B"/>
    <w:rsid w:val="0060737E"/>
    <w:rsid w:val="00621C33"/>
    <w:rsid w:val="00631C9D"/>
    <w:rsid w:val="00633180"/>
    <w:rsid w:val="00635EAD"/>
    <w:rsid w:val="006379DF"/>
    <w:rsid w:val="00640014"/>
    <w:rsid w:val="0064664C"/>
    <w:rsid w:val="0065786A"/>
    <w:rsid w:val="0066141A"/>
    <w:rsid w:val="00661451"/>
    <w:rsid w:val="00661AAB"/>
    <w:rsid w:val="00666E58"/>
    <w:rsid w:val="00680059"/>
    <w:rsid w:val="0069237E"/>
    <w:rsid w:val="0069335E"/>
    <w:rsid w:val="00693A45"/>
    <w:rsid w:val="006A1221"/>
    <w:rsid w:val="006A2BEE"/>
    <w:rsid w:val="006B0C3D"/>
    <w:rsid w:val="006B7DC5"/>
    <w:rsid w:val="006C4C94"/>
    <w:rsid w:val="006C5FA7"/>
    <w:rsid w:val="006D0196"/>
    <w:rsid w:val="006D077D"/>
    <w:rsid w:val="006F46DC"/>
    <w:rsid w:val="00701561"/>
    <w:rsid w:val="00707643"/>
    <w:rsid w:val="00713F17"/>
    <w:rsid w:val="007267DB"/>
    <w:rsid w:val="00726D9E"/>
    <w:rsid w:val="00733FDC"/>
    <w:rsid w:val="00735099"/>
    <w:rsid w:val="00740082"/>
    <w:rsid w:val="00741211"/>
    <w:rsid w:val="0075525D"/>
    <w:rsid w:val="00772695"/>
    <w:rsid w:val="00775219"/>
    <w:rsid w:val="00776AC6"/>
    <w:rsid w:val="00786077"/>
    <w:rsid w:val="0079278B"/>
    <w:rsid w:val="0079450F"/>
    <w:rsid w:val="007A6C18"/>
    <w:rsid w:val="007B048E"/>
    <w:rsid w:val="007C3302"/>
    <w:rsid w:val="007F2253"/>
    <w:rsid w:val="0080075F"/>
    <w:rsid w:val="008050B3"/>
    <w:rsid w:val="00835A4D"/>
    <w:rsid w:val="00876252"/>
    <w:rsid w:val="00884B5A"/>
    <w:rsid w:val="0088632C"/>
    <w:rsid w:val="008A2C0B"/>
    <w:rsid w:val="008B7250"/>
    <w:rsid w:val="008B7D0D"/>
    <w:rsid w:val="008D1F65"/>
    <w:rsid w:val="008D6FB5"/>
    <w:rsid w:val="008E0F83"/>
    <w:rsid w:val="008E3B05"/>
    <w:rsid w:val="008F2487"/>
    <w:rsid w:val="00903AF9"/>
    <w:rsid w:val="00903E5A"/>
    <w:rsid w:val="0091635E"/>
    <w:rsid w:val="00924632"/>
    <w:rsid w:val="00947A98"/>
    <w:rsid w:val="00950D27"/>
    <w:rsid w:val="00953ABB"/>
    <w:rsid w:val="0096228F"/>
    <w:rsid w:val="00974F92"/>
    <w:rsid w:val="00995196"/>
    <w:rsid w:val="00996A34"/>
    <w:rsid w:val="009C003F"/>
    <w:rsid w:val="009C22BE"/>
    <w:rsid w:val="009D3310"/>
    <w:rsid w:val="009F0B79"/>
    <w:rsid w:val="009F17AD"/>
    <w:rsid w:val="009F35FD"/>
    <w:rsid w:val="009F4BD8"/>
    <w:rsid w:val="00A13ED1"/>
    <w:rsid w:val="00A32BE7"/>
    <w:rsid w:val="00A41951"/>
    <w:rsid w:val="00A46E91"/>
    <w:rsid w:val="00A5189A"/>
    <w:rsid w:val="00A60ADC"/>
    <w:rsid w:val="00A95177"/>
    <w:rsid w:val="00AA2DA8"/>
    <w:rsid w:val="00AC2EF9"/>
    <w:rsid w:val="00AD466C"/>
    <w:rsid w:val="00AE4401"/>
    <w:rsid w:val="00AF2584"/>
    <w:rsid w:val="00B0782E"/>
    <w:rsid w:val="00B11CB8"/>
    <w:rsid w:val="00B21F76"/>
    <w:rsid w:val="00B35900"/>
    <w:rsid w:val="00B35E34"/>
    <w:rsid w:val="00B40051"/>
    <w:rsid w:val="00B51025"/>
    <w:rsid w:val="00B55FDA"/>
    <w:rsid w:val="00B75669"/>
    <w:rsid w:val="00B81A39"/>
    <w:rsid w:val="00B84943"/>
    <w:rsid w:val="00B879E2"/>
    <w:rsid w:val="00BB0926"/>
    <w:rsid w:val="00BD0AA8"/>
    <w:rsid w:val="00BD0C5D"/>
    <w:rsid w:val="00BD585D"/>
    <w:rsid w:val="00BE6051"/>
    <w:rsid w:val="00BF62F7"/>
    <w:rsid w:val="00C0139D"/>
    <w:rsid w:val="00C026B9"/>
    <w:rsid w:val="00C02ECC"/>
    <w:rsid w:val="00C05969"/>
    <w:rsid w:val="00C1513C"/>
    <w:rsid w:val="00C319C3"/>
    <w:rsid w:val="00C3239E"/>
    <w:rsid w:val="00C37EA9"/>
    <w:rsid w:val="00C413C9"/>
    <w:rsid w:val="00C43245"/>
    <w:rsid w:val="00C5116F"/>
    <w:rsid w:val="00C733E6"/>
    <w:rsid w:val="00C7547E"/>
    <w:rsid w:val="00C82D5F"/>
    <w:rsid w:val="00C90F3A"/>
    <w:rsid w:val="00C96EFA"/>
    <w:rsid w:val="00C96F69"/>
    <w:rsid w:val="00C977AF"/>
    <w:rsid w:val="00CA0625"/>
    <w:rsid w:val="00CA4357"/>
    <w:rsid w:val="00CA48CB"/>
    <w:rsid w:val="00CA709F"/>
    <w:rsid w:val="00CC20B9"/>
    <w:rsid w:val="00CC2121"/>
    <w:rsid w:val="00CC721A"/>
    <w:rsid w:val="00CD21BE"/>
    <w:rsid w:val="00CD2E49"/>
    <w:rsid w:val="00CD726F"/>
    <w:rsid w:val="00CE74B6"/>
    <w:rsid w:val="00CF288B"/>
    <w:rsid w:val="00CF344E"/>
    <w:rsid w:val="00D04856"/>
    <w:rsid w:val="00D06141"/>
    <w:rsid w:val="00D161B4"/>
    <w:rsid w:val="00D3181E"/>
    <w:rsid w:val="00D60CD6"/>
    <w:rsid w:val="00D67B5C"/>
    <w:rsid w:val="00D703DD"/>
    <w:rsid w:val="00D7289A"/>
    <w:rsid w:val="00D83571"/>
    <w:rsid w:val="00D872E7"/>
    <w:rsid w:val="00D907F2"/>
    <w:rsid w:val="00DA2E07"/>
    <w:rsid w:val="00DA3DB7"/>
    <w:rsid w:val="00DA5910"/>
    <w:rsid w:val="00DB22B0"/>
    <w:rsid w:val="00DB52DB"/>
    <w:rsid w:val="00DC037D"/>
    <w:rsid w:val="00DC20D5"/>
    <w:rsid w:val="00DC2C32"/>
    <w:rsid w:val="00DD454C"/>
    <w:rsid w:val="00DE08FF"/>
    <w:rsid w:val="00DE376A"/>
    <w:rsid w:val="00DE6A3D"/>
    <w:rsid w:val="00DF72CB"/>
    <w:rsid w:val="00E071E9"/>
    <w:rsid w:val="00E1493C"/>
    <w:rsid w:val="00E30F27"/>
    <w:rsid w:val="00E32A7E"/>
    <w:rsid w:val="00E3507D"/>
    <w:rsid w:val="00E3590C"/>
    <w:rsid w:val="00E41A6D"/>
    <w:rsid w:val="00E42671"/>
    <w:rsid w:val="00E430C5"/>
    <w:rsid w:val="00E46090"/>
    <w:rsid w:val="00E51A14"/>
    <w:rsid w:val="00E555BD"/>
    <w:rsid w:val="00E60BF3"/>
    <w:rsid w:val="00E62FC1"/>
    <w:rsid w:val="00E63A4E"/>
    <w:rsid w:val="00E63F3A"/>
    <w:rsid w:val="00E6461A"/>
    <w:rsid w:val="00E82026"/>
    <w:rsid w:val="00E83850"/>
    <w:rsid w:val="00E8393B"/>
    <w:rsid w:val="00E90E42"/>
    <w:rsid w:val="00EA7118"/>
    <w:rsid w:val="00EC4BA1"/>
    <w:rsid w:val="00ED1002"/>
    <w:rsid w:val="00ED5D95"/>
    <w:rsid w:val="00ED630F"/>
    <w:rsid w:val="00EE2F5A"/>
    <w:rsid w:val="00EF2AE9"/>
    <w:rsid w:val="00EF5D4A"/>
    <w:rsid w:val="00EF6960"/>
    <w:rsid w:val="00EF6ED8"/>
    <w:rsid w:val="00F15AC0"/>
    <w:rsid w:val="00F23132"/>
    <w:rsid w:val="00F45D72"/>
    <w:rsid w:val="00F469B7"/>
    <w:rsid w:val="00F6609C"/>
    <w:rsid w:val="00F77510"/>
    <w:rsid w:val="00F80D1C"/>
    <w:rsid w:val="00F90CFF"/>
    <w:rsid w:val="00F90E88"/>
    <w:rsid w:val="00F92D89"/>
    <w:rsid w:val="00FA047E"/>
    <w:rsid w:val="00FA4E5C"/>
    <w:rsid w:val="00FB0076"/>
    <w:rsid w:val="00FC1256"/>
    <w:rsid w:val="00FC5BD3"/>
    <w:rsid w:val="00FC7156"/>
    <w:rsid w:val="00FD2786"/>
    <w:rsid w:val="00FD52A9"/>
    <w:rsid w:val="00FD67A1"/>
    <w:rsid w:val="00FE620A"/>
    <w:rsid w:val="00FF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EA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33FD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4052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52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0527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40527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0527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40527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E90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E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3</Pages>
  <Words>450</Words>
  <Characters>2571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видов муниципального контроля при осуществлении контрольной деятельности органов местного самоуправления</dc:title>
  <dc:subject/>
  <dc:creator>Соловьев Александр Олегович</dc:creator>
  <cp:keywords/>
  <dc:description/>
  <cp:lastModifiedBy>1</cp:lastModifiedBy>
  <cp:revision>8</cp:revision>
  <cp:lastPrinted>2013-01-11T09:50:00Z</cp:lastPrinted>
  <dcterms:created xsi:type="dcterms:W3CDTF">2012-12-26T08:31:00Z</dcterms:created>
  <dcterms:modified xsi:type="dcterms:W3CDTF">2013-01-28T05:22:00Z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0x01010082B15E27A709B54B99EF4E7A33925491</vt:lpwstr>
  </property>
  <property fmtid="{D5CDD505-2E9C-101B-9397-08002B2CF9AE}" pid="3" name="Содержание документов">
    <vt:lpwstr>Перечни услуг (функций)</vt:lpwstr>
  </property>
</Properties>
</file>