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3E" w:rsidRPr="00BA3E3E" w:rsidRDefault="00BA3E3E" w:rsidP="000C05E4">
      <w:pPr>
        <w:ind w:left="426"/>
        <w:jc w:val="center"/>
        <w:rPr>
          <w:bCs/>
          <w:szCs w:val="28"/>
        </w:rPr>
      </w:pPr>
    </w:p>
    <w:p w:rsidR="000C05E4" w:rsidRPr="0049080C" w:rsidRDefault="000C05E4" w:rsidP="000C05E4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:rsidR="000C05E4" w:rsidRPr="00317C4B" w:rsidRDefault="00317C4B" w:rsidP="000C05E4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муниципальной</w:t>
      </w:r>
      <w:r w:rsidR="000C05E4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273C07" w:rsidRPr="00317C4B" w:rsidRDefault="00273C07" w:rsidP="000C05E4">
      <w:pPr>
        <w:ind w:left="426"/>
        <w:jc w:val="center"/>
        <w:rPr>
          <w:b/>
          <w:bCs/>
          <w:szCs w:val="28"/>
        </w:rPr>
      </w:pPr>
    </w:p>
    <w:tbl>
      <w:tblPr>
        <w:tblStyle w:val="ab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3827"/>
        <w:gridCol w:w="2126"/>
      </w:tblGrid>
      <w:tr w:rsidR="00273C07" w:rsidRPr="0049080C" w:rsidTr="005228FB">
        <w:trPr>
          <w:trHeight w:val="829"/>
        </w:trPr>
        <w:tc>
          <w:tcPr>
            <w:tcW w:w="3828" w:type="dxa"/>
          </w:tcPr>
          <w:p w:rsidR="00273C07" w:rsidRPr="00273C07" w:rsidRDefault="00273C07" w:rsidP="00317C4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317C4B">
              <w:rPr>
                <w:bCs/>
                <w:szCs w:val="28"/>
              </w:rPr>
              <w:t>муниципаль</w:t>
            </w:r>
            <w:r w:rsidRPr="0049080C">
              <w:rPr>
                <w:bCs/>
                <w:szCs w:val="28"/>
              </w:rPr>
              <w:t>ной программы</w:t>
            </w:r>
          </w:p>
        </w:tc>
        <w:tc>
          <w:tcPr>
            <w:tcW w:w="5953" w:type="dxa"/>
            <w:gridSpan w:val="2"/>
          </w:tcPr>
          <w:p w:rsidR="00273C07" w:rsidRPr="00683BD6" w:rsidRDefault="00273C07" w:rsidP="00EB6ADA">
            <w:pPr>
              <w:rPr>
                <w:bCs/>
                <w:szCs w:val="28"/>
              </w:rPr>
            </w:pPr>
            <w:r w:rsidRPr="00273C07">
              <w:rPr>
                <w:bCs/>
                <w:szCs w:val="28"/>
              </w:rPr>
              <w:t xml:space="preserve">Обеспечение доступным и комфортным жильем населения </w:t>
            </w:r>
            <w:r w:rsidR="00EB6ADA">
              <w:rPr>
                <w:bCs/>
                <w:szCs w:val="28"/>
              </w:rPr>
              <w:t xml:space="preserve">сельского поселения </w:t>
            </w:r>
            <w:proofErr w:type="spellStart"/>
            <w:r w:rsidR="00EB6ADA">
              <w:rPr>
                <w:bCs/>
                <w:szCs w:val="28"/>
              </w:rPr>
              <w:t>Ишня</w:t>
            </w:r>
            <w:proofErr w:type="spellEnd"/>
          </w:p>
        </w:tc>
      </w:tr>
      <w:tr w:rsidR="000C05E4" w:rsidRPr="0049080C" w:rsidTr="005228FB">
        <w:trPr>
          <w:trHeight w:val="739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:rsidR="000C05E4" w:rsidRPr="0049080C" w:rsidRDefault="00EB6ADA" w:rsidP="005C1A3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</w:t>
            </w:r>
            <w:r w:rsidRPr="0049080C">
              <w:rPr>
                <w:bCs/>
                <w:szCs w:val="28"/>
              </w:rPr>
              <w:t>ной</w:t>
            </w:r>
            <w:r w:rsidR="000C05E4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EB6ADA" w:rsidP="002C204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0C05E4" w:rsidRPr="0049080C" w:rsidTr="005228FB">
        <w:trPr>
          <w:trHeight w:val="791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 xml:space="preserve">ной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695F7D" w:rsidP="000D25E2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 xml:space="preserve">заместитель </w:t>
            </w:r>
            <w:r w:rsidR="00EB6ADA">
              <w:rPr>
                <w:bCs/>
                <w:szCs w:val="28"/>
              </w:rPr>
              <w:t xml:space="preserve">Главы Администрации  </w:t>
            </w:r>
            <w:r w:rsidR="000D25E2">
              <w:rPr>
                <w:bCs/>
                <w:szCs w:val="28"/>
              </w:rPr>
              <w:t>Гагина А</w:t>
            </w:r>
            <w:r w:rsidR="00EB6ADA">
              <w:rPr>
                <w:bCs/>
                <w:szCs w:val="28"/>
              </w:rPr>
              <w:t>.</w:t>
            </w:r>
            <w:r w:rsidR="000D25E2">
              <w:rPr>
                <w:bCs/>
                <w:szCs w:val="28"/>
              </w:rPr>
              <w:t>Н</w:t>
            </w:r>
            <w:r w:rsidR="00EB6ADA">
              <w:rPr>
                <w:bCs/>
                <w:szCs w:val="28"/>
              </w:rPr>
              <w:t>.</w:t>
            </w:r>
          </w:p>
        </w:tc>
      </w:tr>
      <w:tr w:rsidR="000C05E4" w:rsidRPr="0049080C" w:rsidTr="005228FB">
        <w:trPr>
          <w:trHeight w:val="714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:rsidR="000C05E4" w:rsidRPr="0049080C" w:rsidRDefault="00EB6ADA" w:rsidP="005C1A3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</w:t>
            </w:r>
            <w:r w:rsidRPr="0049080C">
              <w:rPr>
                <w:bCs/>
                <w:szCs w:val="28"/>
              </w:rPr>
              <w:t>ной</w:t>
            </w:r>
            <w:r w:rsidR="000C05E4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0C05E4" w:rsidP="000D25E2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>201</w:t>
            </w:r>
            <w:r w:rsidR="000D25E2">
              <w:rPr>
                <w:bCs/>
                <w:szCs w:val="28"/>
              </w:rPr>
              <w:t>5</w:t>
            </w:r>
            <w:r w:rsidR="00273C07">
              <w:rPr>
                <w:bCs/>
                <w:szCs w:val="28"/>
              </w:rPr>
              <w:t xml:space="preserve"> – </w:t>
            </w:r>
            <w:r w:rsidRPr="00683BD6">
              <w:rPr>
                <w:bCs/>
                <w:szCs w:val="28"/>
              </w:rPr>
              <w:t>20</w:t>
            </w:r>
            <w:r w:rsidR="000D25E2">
              <w:rPr>
                <w:bCs/>
                <w:szCs w:val="28"/>
              </w:rPr>
              <w:t>17</w:t>
            </w:r>
            <w:r w:rsidR="00695F7D" w:rsidRPr="00683BD6">
              <w:rPr>
                <w:bCs/>
                <w:szCs w:val="28"/>
              </w:rPr>
              <w:t xml:space="preserve"> </w:t>
            </w:r>
            <w:r w:rsidR="00273C07">
              <w:rPr>
                <w:bCs/>
                <w:szCs w:val="28"/>
              </w:rPr>
              <w:t>годы</w:t>
            </w:r>
          </w:p>
        </w:tc>
      </w:tr>
      <w:tr w:rsidR="000C05E4" w:rsidRPr="0049080C" w:rsidTr="005228FB">
        <w:trPr>
          <w:trHeight w:val="1759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 xml:space="preserve">ной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695F7D" w:rsidP="00806595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>повышение доступности жилья и качества жилищного обеспечения населения, в том числе с учетом исполнения государственных обязательств по обеспечению жильем отдельных категорий граждан</w:t>
            </w:r>
          </w:p>
        </w:tc>
      </w:tr>
      <w:tr w:rsidR="000C05E4" w:rsidRPr="0049080C" w:rsidTr="00196928">
        <w:trPr>
          <w:trHeight w:val="1621"/>
        </w:trPr>
        <w:tc>
          <w:tcPr>
            <w:tcW w:w="3828" w:type="dxa"/>
          </w:tcPr>
          <w:p w:rsidR="000C05E4" w:rsidRPr="0049080C" w:rsidRDefault="000C05E4" w:rsidP="000257C6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>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EB6ADA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>,                 в том числе по годам реализации,</w:t>
            </w:r>
            <w:bookmarkStart w:id="0" w:name="_GoBack"/>
            <w:bookmarkEnd w:id="0"/>
            <w:r w:rsidR="00273C07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руб.</w:t>
            </w:r>
          </w:p>
        </w:tc>
        <w:tc>
          <w:tcPr>
            <w:tcW w:w="5953" w:type="dxa"/>
            <w:gridSpan w:val="2"/>
          </w:tcPr>
          <w:p w:rsidR="000D25E2" w:rsidRDefault="00683BD6" w:rsidP="00683BD6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 xml:space="preserve">Всего по программе: </w:t>
            </w:r>
            <w:r w:rsidR="0075368D"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1</w:t>
            </w:r>
            <w:r w:rsidR="00F860A3">
              <w:rPr>
                <w:bCs/>
                <w:szCs w:val="28"/>
              </w:rPr>
              <w:t>612563</w:t>
            </w:r>
            <w:r w:rsidR="000E368A">
              <w:rPr>
                <w:bCs/>
                <w:szCs w:val="28"/>
              </w:rPr>
              <w:t xml:space="preserve"> </w:t>
            </w:r>
            <w:r w:rsidRPr="00683BD6">
              <w:rPr>
                <w:bCs/>
                <w:szCs w:val="28"/>
              </w:rPr>
              <w:t>руб</w:t>
            </w:r>
            <w:r w:rsidR="0000478D">
              <w:rPr>
                <w:bCs/>
                <w:szCs w:val="28"/>
              </w:rPr>
              <w:t>.</w:t>
            </w:r>
            <w:r w:rsidRPr="00683BD6">
              <w:rPr>
                <w:bCs/>
                <w:szCs w:val="28"/>
              </w:rPr>
              <w:t>,</w:t>
            </w:r>
          </w:p>
          <w:p w:rsidR="00EB6ADA" w:rsidRDefault="00683BD6" w:rsidP="00683BD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2015 год </w:t>
            </w:r>
            <w:r w:rsidR="00607C8F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5</w:t>
            </w:r>
            <w:r w:rsidR="00F860A3">
              <w:rPr>
                <w:bCs/>
                <w:szCs w:val="28"/>
              </w:rPr>
              <w:t>37521</w:t>
            </w:r>
            <w:r w:rsidR="00EB6ADA">
              <w:rPr>
                <w:bCs/>
                <w:szCs w:val="28"/>
              </w:rPr>
              <w:t xml:space="preserve"> руб.</w:t>
            </w:r>
          </w:p>
          <w:p w:rsidR="00EB6ADA" w:rsidRPr="0049080C" w:rsidRDefault="00683BD6" w:rsidP="00EB6AD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2016 год </w:t>
            </w:r>
            <w:r w:rsidR="00D40E5E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5</w:t>
            </w:r>
            <w:r w:rsidR="00F860A3">
              <w:rPr>
                <w:bCs/>
                <w:szCs w:val="28"/>
              </w:rPr>
              <w:t>37521</w:t>
            </w:r>
            <w:r w:rsidR="00EB6ADA">
              <w:rPr>
                <w:bCs/>
                <w:szCs w:val="28"/>
              </w:rPr>
              <w:t xml:space="preserve"> руб.</w:t>
            </w:r>
          </w:p>
          <w:p w:rsidR="000C05E4" w:rsidRPr="0049080C" w:rsidRDefault="000D25E2" w:rsidP="0075368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2017 год </w:t>
            </w:r>
            <w:r w:rsidR="00F860A3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</w:t>
            </w:r>
            <w:r w:rsidR="00F860A3">
              <w:rPr>
                <w:bCs/>
                <w:szCs w:val="28"/>
              </w:rPr>
              <w:t>537521 руб.</w:t>
            </w:r>
          </w:p>
        </w:tc>
      </w:tr>
      <w:tr w:rsidR="00273C07" w:rsidRPr="0049080C" w:rsidTr="005C1A31">
        <w:trPr>
          <w:trHeight w:val="345"/>
        </w:trPr>
        <w:tc>
          <w:tcPr>
            <w:tcW w:w="3828" w:type="dxa"/>
            <w:vMerge w:val="restart"/>
          </w:tcPr>
          <w:p w:rsidR="00273C07" w:rsidRPr="001C369C" w:rsidRDefault="00273C07" w:rsidP="004A4667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целевых программ и основных мероприятий, входящих в состав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>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7" w:type="dxa"/>
          </w:tcPr>
          <w:p w:rsidR="00273C07" w:rsidRPr="0049080C" w:rsidRDefault="00EB6ADA" w:rsidP="00922962">
            <w:pPr>
              <w:rPr>
                <w:bCs/>
                <w:szCs w:val="28"/>
              </w:rPr>
            </w:pPr>
            <w:r w:rsidRPr="00EB6ADA">
              <w:rPr>
                <w:iCs/>
                <w:szCs w:val="28"/>
              </w:rPr>
              <w:t>Муниципальн</w:t>
            </w:r>
            <w:r w:rsidR="00922962">
              <w:rPr>
                <w:iCs/>
                <w:szCs w:val="28"/>
              </w:rPr>
              <w:t>ая</w:t>
            </w:r>
            <w:r w:rsidRPr="00EB6ADA">
              <w:rPr>
                <w:iCs/>
                <w:szCs w:val="28"/>
              </w:rPr>
              <w:t xml:space="preserve"> целевая программа «Поддержка молодых семей сельского поселения </w:t>
            </w:r>
            <w:proofErr w:type="spellStart"/>
            <w:r w:rsidRPr="00EB6ADA">
              <w:rPr>
                <w:iCs/>
                <w:szCs w:val="28"/>
              </w:rPr>
              <w:t>Ишня</w:t>
            </w:r>
            <w:proofErr w:type="spellEnd"/>
            <w:r w:rsidRPr="00EB6ADA">
              <w:rPr>
                <w:iCs/>
                <w:szCs w:val="28"/>
              </w:rPr>
              <w:t xml:space="preserve"> в приобретении (строительстве) жилья </w:t>
            </w:r>
          </w:p>
        </w:tc>
        <w:tc>
          <w:tcPr>
            <w:tcW w:w="2126" w:type="dxa"/>
            <w:vMerge w:val="restart"/>
          </w:tcPr>
          <w:p w:rsidR="00273C07" w:rsidRPr="0049080C" w:rsidRDefault="00EB6ADA" w:rsidP="005C1A31">
            <w:pPr>
              <w:ind w:left="3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EB6ADA" w:rsidRPr="0049080C" w:rsidTr="00E80FF9">
        <w:trPr>
          <w:trHeight w:val="3552"/>
        </w:trPr>
        <w:tc>
          <w:tcPr>
            <w:tcW w:w="3828" w:type="dxa"/>
            <w:vMerge/>
          </w:tcPr>
          <w:p w:rsidR="00EB6ADA" w:rsidRPr="0049080C" w:rsidRDefault="00EB6ADA" w:rsidP="005C1A31">
            <w:pPr>
              <w:rPr>
                <w:bCs/>
                <w:szCs w:val="28"/>
              </w:rPr>
            </w:pPr>
          </w:p>
        </w:tc>
        <w:tc>
          <w:tcPr>
            <w:tcW w:w="3827" w:type="dxa"/>
          </w:tcPr>
          <w:p w:rsidR="00196928" w:rsidRDefault="00FF1D16" w:rsidP="00196928">
            <w:pPr>
              <w:ind w:firstLine="34"/>
            </w:pPr>
            <w:r w:rsidRPr="007F04E1">
              <w:rPr>
                <w:szCs w:val="28"/>
              </w:rPr>
              <w:t xml:space="preserve">Совершенствование системы оказания поддержки молодых семей, проживающих на территории </w:t>
            </w:r>
            <w:r>
              <w:rPr>
                <w:szCs w:val="28"/>
              </w:rPr>
              <w:t xml:space="preserve">сельского </w:t>
            </w:r>
            <w:proofErr w:type="spellStart"/>
            <w:proofErr w:type="gramStart"/>
            <w:r>
              <w:rPr>
                <w:szCs w:val="28"/>
              </w:rPr>
              <w:t>поселе</w:t>
            </w:r>
            <w:r w:rsidR="00196928">
              <w:rPr>
                <w:szCs w:val="28"/>
              </w:rPr>
              <w:t>-</w:t>
            </w:r>
            <w:r>
              <w:rPr>
                <w:szCs w:val="28"/>
              </w:rPr>
              <w:t>ния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  <w:r w:rsidRPr="007F04E1">
              <w:rPr>
                <w:szCs w:val="28"/>
              </w:rPr>
              <w:t>, в улучшении жилищных условий</w:t>
            </w:r>
            <w:r w:rsidR="00196928">
              <w:rPr>
                <w:szCs w:val="28"/>
              </w:rPr>
              <w:t xml:space="preserve"> путем предоставления социальной выплаты на приобретение (строительство) жилья;</w:t>
            </w:r>
          </w:p>
          <w:p w:rsidR="00196928" w:rsidRDefault="00196928" w:rsidP="00196928">
            <w:pPr>
              <w:overflowPunct/>
              <w:ind w:firstLine="34"/>
              <w:textAlignment w:val="auto"/>
              <w:rPr>
                <w:szCs w:val="28"/>
              </w:rPr>
            </w:pPr>
            <w:r>
              <w:rPr>
                <w:szCs w:val="28"/>
              </w:rPr>
              <w:t>-улучшение жилищных условий при финансовой поддержке со стороны государства</w:t>
            </w:r>
          </w:p>
          <w:p w:rsidR="00EB6ADA" w:rsidRPr="00695F7D" w:rsidRDefault="00EB6ADA" w:rsidP="00196928">
            <w:pPr>
              <w:overflowPunct/>
              <w:ind w:firstLine="540"/>
              <w:jc w:val="both"/>
              <w:textAlignment w:val="auto"/>
              <w:rPr>
                <w:bCs/>
                <w:szCs w:val="28"/>
              </w:rPr>
            </w:pPr>
          </w:p>
        </w:tc>
        <w:tc>
          <w:tcPr>
            <w:tcW w:w="2126" w:type="dxa"/>
            <w:vMerge/>
          </w:tcPr>
          <w:p w:rsidR="00EB6ADA" w:rsidRPr="0049080C" w:rsidRDefault="00EB6ADA" w:rsidP="005C1A31">
            <w:pPr>
              <w:ind w:left="34"/>
              <w:rPr>
                <w:szCs w:val="28"/>
              </w:rPr>
            </w:pPr>
          </w:p>
        </w:tc>
      </w:tr>
    </w:tbl>
    <w:p w:rsidR="00710A54" w:rsidRPr="00612B59" w:rsidRDefault="00710A54" w:rsidP="00273C07">
      <w:pPr>
        <w:jc w:val="both"/>
        <w:rPr>
          <w:sz w:val="24"/>
          <w:szCs w:val="24"/>
        </w:rPr>
      </w:pPr>
    </w:p>
    <w:sectPr w:rsidR="00710A54" w:rsidRPr="00612B59" w:rsidSect="00683BD6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5F2" w:rsidRDefault="00D015F2">
      <w:r>
        <w:separator/>
      </w:r>
    </w:p>
  </w:endnote>
  <w:endnote w:type="continuationSeparator" w:id="0">
    <w:p w:rsidR="00D015F2" w:rsidRDefault="00D01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Pr="00A33B5F" w:rsidRDefault="00D015F2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0257C6" w:rsidRPr="000257C6">
      <w:rPr>
        <w:sz w:val="16"/>
      </w:rPr>
      <w:t>2439294</w:t>
    </w:r>
    <w:r>
      <w:rPr>
        <w:sz w:val="16"/>
      </w:rPr>
      <w:fldChar w:fldCharType="end"/>
    </w:r>
    <w:r w:rsidR="002317D9" w:rsidRPr="00A33B5F">
      <w:rPr>
        <w:sz w:val="16"/>
      </w:rPr>
      <w:t xml:space="preserve"> </w:t>
    </w:r>
    <w:r w:rsidR="002317D9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0257C6" w:rsidRPr="000257C6"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5F2" w:rsidRDefault="00D015F2">
      <w:r>
        <w:separator/>
      </w:r>
    </w:p>
  </w:footnote>
  <w:footnote w:type="continuationSeparator" w:id="0">
    <w:p w:rsidR="00D015F2" w:rsidRDefault="00D01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Default="00C34CD3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317D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17D9" w:rsidRDefault="002317D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Default="002317D9" w:rsidP="00E8672C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2317D9" w:rsidRPr="00E8672C" w:rsidRDefault="00C34CD3" w:rsidP="00E8672C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E8672C">
      <w:rPr>
        <w:rStyle w:val="a6"/>
        <w:sz w:val="24"/>
      </w:rPr>
      <w:fldChar w:fldCharType="begin"/>
    </w:r>
    <w:r w:rsidR="002317D9" w:rsidRPr="00E8672C">
      <w:rPr>
        <w:rStyle w:val="a6"/>
        <w:sz w:val="24"/>
      </w:rPr>
      <w:instrText xml:space="preserve">PAGE  </w:instrText>
    </w:r>
    <w:r w:rsidRPr="00E8672C">
      <w:rPr>
        <w:rStyle w:val="a6"/>
        <w:sz w:val="24"/>
      </w:rPr>
      <w:fldChar w:fldCharType="separate"/>
    </w:r>
    <w:r w:rsidR="00E12DE6">
      <w:rPr>
        <w:rStyle w:val="a6"/>
        <w:noProof/>
        <w:sz w:val="24"/>
      </w:rPr>
      <w:t>2</w:t>
    </w:r>
    <w:r w:rsidRPr="00E8672C">
      <w:rPr>
        <w:rStyle w:val="a6"/>
        <w:sz w:val="24"/>
      </w:rPr>
      <w:fldChar w:fldCharType="end"/>
    </w:r>
  </w:p>
  <w:p w:rsidR="002317D9" w:rsidRDefault="002317D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Pr="00352147" w:rsidRDefault="002317D9" w:rsidP="0030131F">
    <w:pPr>
      <w:pStyle w:val="a5"/>
      <w:tabs>
        <w:tab w:val="clear" w:pos="4677"/>
        <w:tab w:val="clear" w:pos="9355"/>
        <w:tab w:val="left" w:pos="2339"/>
      </w:tabs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569C9"/>
    <w:multiLevelType w:val="hybridMultilevel"/>
    <w:tmpl w:val="DC9A8B2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10461"/>
    <w:multiLevelType w:val="hybridMultilevel"/>
    <w:tmpl w:val="CC2090C0"/>
    <w:lvl w:ilvl="0" w:tplc="04190001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5088F"/>
    <w:multiLevelType w:val="hybridMultilevel"/>
    <w:tmpl w:val="3EEAEE0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A391B"/>
    <w:multiLevelType w:val="hybridMultilevel"/>
    <w:tmpl w:val="2E4C8C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6753D"/>
    <w:multiLevelType w:val="hybridMultilevel"/>
    <w:tmpl w:val="1F9C083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45BB"/>
    <w:rsid w:val="0000478D"/>
    <w:rsid w:val="000134B2"/>
    <w:rsid w:val="0001445B"/>
    <w:rsid w:val="00020697"/>
    <w:rsid w:val="000257C6"/>
    <w:rsid w:val="00026914"/>
    <w:rsid w:val="00033AF8"/>
    <w:rsid w:val="0005079F"/>
    <w:rsid w:val="00051078"/>
    <w:rsid w:val="00057B1B"/>
    <w:rsid w:val="000663B2"/>
    <w:rsid w:val="00095DA7"/>
    <w:rsid w:val="000C05E4"/>
    <w:rsid w:val="000C1F89"/>
    <w:rsid w:val="000C3B39"/>
    <w:rsid w:val="000C4C30"/>
    <w:rsid w:val="000D25E2"/>
    <w:rsid w:val="000E368A"/>
    <w:rsid w:val="000E3D8C"/>
    <w:rsid w:val="00102136"/>
    <w:rsid w:val="001412D6"/>
    <w:rsid w:val="00143CA1"/>
    <w:rsid w:val="00143E74"/>
    <w:rsid w:val="00166D24"/>
    <w:rsid w:val="00175F02"/>
    <w:rsid w:val="001778F4"/>
    <w:rsid w:val="00180475"/>
    <w:rsid w:val="00182255"/>
    <w:rsid w:val="001827CE"/>
    <w:rsid w:val="00187062"/>
    <w:rsid w:val="00196928"/>
    <w:rsid w:val="00197E6C"/>
    <w:rsid w:val="001A6543"/>
    <w:rsid w:val="001C369C"/>
    <w:rsid w:val="001C560D"/>
    <w:rsid w:val="001D7C14"/>
    <w:rsid w:val="001F14D1"/>
    <w:rsid w:val="00210AE7"/>
    <w:rsid w:val="00221FA5"/>
    <w:rsid w:val="0022272F"/>
    <w:rsid w:val="002317D9"/>
    <w:rsid w:val="002321FE"/>
    <w:rsid w:val="00247871"/>
    <w:rsid w:val="00247B75"/>
    <w:rsid w:val="00261FDC"/>
    <w:rsid w:val="00267EF0"/>
    <w:rsid w:val="00273C07"/>
    <w:rsid w:val="002811A6"/>
    <w:rsid w:val="0028500D"/>
    <w:rsid w:val="0029507F"/>
    <w:rsid w:val="002C2049"/>
    <w:rsid w:val="002E71DD"/>
    <w:rsid w:val="0030131F"/>
    <w:rsid w:val="003134FB"/>
    <w:rsid w:val="00317C4B"/>
    <w:rsid w:val="0032234F"/>
    <w:rsid w:val="00322DFB"/>
    <w:rsid w:val="00352147"/>
    <w:rsid w:val="0035432A"/>
    <w:rsid w:val="0035489C"/>
    <w:rsid w:val="00360FDC"/>
    <w:rsid w:val="00371DB6"/>
    <w:rsid w:val="00376845"/>
    <w:rsid w:val="003773FA"/>
    <w:rsid w:val="00377AC0"/>
    <w:rsid w:val="00380DE8"/>
    <w:rsid w:val="003B6922"/>
    <w:rsid w:val="003C447A"/>
    <w:rsid w:val="003E31D0"/>
    <w:rsid w:val="003E34C5"/>
    <w:rsid w:val="003F158E"/>
    <w:rsid w:val="004039E7"/>
    <w:rsid w:val="00413EAE"/>
    <w:rsid w:val="0041471A"/>
    <w:rsid w:val="00421021"/>
    <w:rsid w:val="00431C09"/>
    <w:rsid w:val="00434F2D"/>
    <w:rsid w:val="00440606"/>
    <w:rsid w:val="00442592"/>
    <w:rsid w:val="004530C8"/>
    <w:rsid w:val="00456E9A"/>
    <w:rsid w:val="00484214"/>
    <w:rsid w:val="004849D2"/>
    <w:rsid w:val="004917C9"/>
    <w:rsid w:val="00493F8D"/>
    <w:rsid w:val="004946F6"/>
    <w:rsid w:val="004A0D47"/>
    <w:rsid w:val="004A4667"/>
    <w:rsid w:val="004B513D"/>
    <w:rsid w:val="004D181C"/>
    <w:rsid w:val="004F0BA6"/>
    <w:rsid w:val="005036F7"/>
    <w:rsid w:val="005153A9"/>
    <w:rsid w:val="00516303"/>
    <w:rsid w:val="00517029"/>
    <w:rsid w:val="005228FB"/>
    <w:rsid w:val="00523688"/>
    <w:rsid w:val="00532220"/>
    <w:rsid w:val="005448B5"/>
    <w:rsid w:val="005507A1"/>
    <w:rsid w:val="0056426B"/>
    <w:rsid w:val="00565617"/>
    <w:rsid w:val="005674E6"/>
    <w:rsid w:val="005716E2"/>
    <w:rsid w:val="0058529C"/>
    <w:rsid w:val="005936EB"/>
    <w:rsid w:val="005A376F"/>
    <w:rsid w:val="005A5710"/>
    <w:rsid w:val="005B7E91"/>
    <w:rsid w:val="005C1A31"/>
    <w:rsid w:val="005C3BA8"/>
    <w:rsid w:val="005C4D12"/>
    <w:rsid w:val="005C5729"/>
    <w:rsid w:val="005D1AA0"/>
    <w:rsid w:val="005E719A"/>
    <w:rsid w:val="005F7339"/>
    <w:rsid w:val="006017BD"/>
    <w:rsid w:val="00602E8B"/>
    <w:rsid w:val="0060610F"/>
    <w:rsid w:val="00607C8F"/>
    <w:rsid w:val="0061137B"/>
    <w:rsid w:val="00612B59"/>
    <w:rsid w:val="0061626E"/>
    <w:rsid w:val="00616E1B"/>
    <w:rsid w:val="0063048C"/>
    <w:rsid w:val="006342D8"/>
    <w:rsid w:val="00646FBD"/>
    <w:rsid w:val="0065530A"/>
    <w:rsid w:val="00674D3B"/>
    <w:rsid w:val="00683BD6"/>
    <w:rsid w:val="00695F7D"/>
    <w:rsid w:val="0069635A"/>
    <w:rsid w:val="006A0365"/>
    <w:rsid w:val="006C3294"/>
    <w:rsid w:val="006D621D"/>
    <w:rsid w:val="006E2583"/>
    <w:rsid w:val="00701E2B"/>
    <w:rsid w:val="00710A54"/>
    <w:rsid w:val="0071685A"/>
    <w:rsid w:val="00727AFA"/>
    <w:rsid w:val="0075368D"/>
    <w:rsid w:val="00761EB2"/>
    <w:rsid w:val="00764C96"/>
    <w:rsid w:val="00772602"/>
    <w:rsid w:val="007742C6"/>
    <w:rsid w:val="007752DC"/>
    <w:rsid w:val="00791794"/>
    <w:rsid w:val="00796532"/>
    <w:rsid w:val="007A6943"/>
    <w:rsid w:val="007A6E55"/>
    <w:rsid w:val="007B3F54"/>
    <w:rsid w:val="007D39B3"/>
    <w:rsid w:val="007F5A97"/>
    <w:rsid w:val="00806595"/>
    <w:rsid w:val="00815CD9"/>
    <w:rsid w:val="008225B3"/>
    <w:rsid w:val="00824D97"/>
    <w:rsid w:val="0084708D"/>
    <w:rsid w:val="00865E19"/>
    <w:rsid w:val="00871B26"/>
    <w:rsid w:val="008823A1"/>
    <w:rsid w:val="0089152B"/>
    <w:rsid w:val="008A3643"/>
    <w:rsid w:val="008A5169"/>
    <w:rsid w:val="008A573F"/>
    <w:rsid w:val="008B50A1"/>
    <w:rsid w:val="008C06CC"/>
    <w:rsid w:val="008C4FF6"/>
    <w:rsid w:val="008C78F8"/>
    <w:rsid w:val="008E2E14"/>
    <w:rsid w:val="008F6CA4"/>
    <w:rsid w:val="00901F12"/>
    <w:rsid w:val="00906205"/>
    <w:rsid w:val="00910985"/>
    <w:rsid w:val="0091505A"/>
    <w:rsid w:val="00922962"/>
    <w:rsid w:val="00942B5A"/>
    <w:rsid w:val="00945529"/>
    <w:rsid w:val="00957238"/>
    <w:rsid w:val="00963C4B"/>
    <w:rsid w:val="00971090"/>
    <w:rsid w:val="00974374"/>
    <w:rsid w:val="0097763B"/>
    <w:rsid w:val="0099048B"/>
    <w:rsid w:val="009949AE"/>
    <w:rsid w:val="009A77CE"/>
    <w:rsid w:val="009F28D7"/>
    <w:rsid w:val="00A01BF8"/>
    <w:rsid w:val="00A02A1D"/>
    <w:rsid w:val="00A2387A"/>
    <w:rsid w:val="00A3171A"/>
    <w:rsid w:val="00A31945"/>
    <w:rsid w:val="00A32EDE"/>
    <w:rsid w:val="00A33B5F"/>
    <w:rsid w:val="00A41F85"/>
    <w:rsid w:val="00A55D70"/>
    <w:rsid w:val="00A7501C"/>
    <w:rsid w:val="00A820B0"/>
    <w:rsid w:val="00A83A53"/>
    <w:rsid w:val="00A92E6B"/>
    <w:rsid w:val="00AA04EA"/>
    <w:rsid w:val="00AA41A4"/>
    <w:rsid w:val="00AA6761"/>
    <w:rsid w:val="00AB35CB"/>
    <w:rsid w:val="00AB3C32"/>
    <w:rsid w:val="00AC3A45"/>
    <w:rsid w:val="00AC684C"/>
    <w:rsid w:val="00AC7169"/>
    <w:rsid w:val="00AC7E9A"/>
    <w:rsid w:val="00AD42F9"/>
    <w:rsid w:val="00AD734F"/>
    <w:rsid w:val="00AF025D"/>
    <w:rsid w:val="00AF7478"/>
    <w:rsid w:val="00B04F7F"/>
    <w:rsid w:val="00B2383F"/>
    <w:rsid w:val="00B268B9"/>
    <w:rsid w:val="00B3710A"/>
    <w:rsid w:val="00B5176A"/>
    <w:rsid w:val="00B51F7E"/>
    <w:rsid w:val="00B526D3"/>
    <w:rsid w:val="00B610A5"/>
    <w:rsid w:val="00B71180"/>
    <w:rsid w:val="00B71884"/>
    <w:rsid w:val="00B81A36"/>
    <w:rsid w:val="00B93366"/>
    <w:rsid w:val="00BA3652"/>
    <w:rsid w:val="00BA3E3E"/>
    <w:rsid w:val="00BA52D1"/>
    <w:rsid w:val="00BA5972"/>
    <w:rsid w:val="00BA6922"/>
    <w:rsid w:val="00BB15EA"/>
    <w:rsid w:val="00BB69E8"/>
    <w:rsid w:val="00BC5B33"/>
    <w:rsid w:val="00BD0BFE"/>
    <w:rsid w:val="00BE2DBD"/>
    <w:rsid w:val="00BF4148"/>
    <w:rsid w:val="00C067D6"/>
    <w:rsid w:val="00C3328E"/>
    <w:rsid w:val="00C34CD3"/>
    <w:rsid w:val="00C45F8C"/>
    <w:rsid w:val="00C461D1"/>
    <w:rsid w:val="00C5025A"/>
    <w:rsid w:val="00C50DF7"/>
    <w:rsid w:val="00C5140E"/>
    <w:rsid w:val="00C516AF"/>
    <w:rsid w:val="00C619EB"/>
    <w:rsid w:val="00C81E6E"/>
    <w:rsid w:val="00C94E3D"/>
    <w:rsid w:val="00C96D7C"/>
    <w:rsid w:val="00CA2B1F"/>
    <w:rsid w:val="00CC6940"/>
    <w:rsid w:val="00CD410F"/>
    <w:rsid w:val="00CD430D"/>
    <w:rsid w:val="00CE1CDA"/>
    <w:rsid w:val="00CF04E2"/>
    <w:rsid w:val="00CF52BA"/>
    <w:rsid w:val="00CF659C"/>
    <w:rsid w:val="00CF7925"/>
    <w:rsid w:val="00D00240"/>
    <w:rsid w:val="00D015F2"/>
    <w:rsid w:val="00D16742"/>
    <w:rsid w:val="00D21EA1"/>
    <w:rsid w:val="00D259A6"/>
    <w:rsid w:val="00D31290"/>
    <w:rsid w:val="00D3207B"/>
    <w:rsid w:val="00D40E5E"/>
    <w:rsid w:val="00D42F9E"/>
    <w:rsid w:val="00D5551C"/>
    <w:rsid w:val="00D7160D"/>
    <w:rsid w:val="00D85E62"/>
    <w:rsid w:val="00D871C5"/>
    <w:rsid w:val="00D87611"/>
    <w:rsid w:val="00D9121D"/>
    <w:rsid w:val="00D93F47"/>
    <w:rsid w:val="00D941E8"/>
    <w:rsid w:val="00DB57BB"/>
    <w:rsid w:val="00DE1C2A"/>
    <w:rsid w:val="00E05060"/>
    <w:rsid w:val="00E12AD9"/>
    <w:rsid w:val="00E12DE6"/>
    <w:rsid w:val="00E23E8E"/>
    <w:rsid w:val="00E24CE3"/>
    <w:rsid w:val="00E25297"/>
    <w:rsid w:val="00E55F5E"/>
    <w:rsid w:val="00E67B15"/>
    <w:rsid w:val="00E71E6D"/>
    <w:rsid w:val="00E77B9E"/>
    <w:rsid w:val="00E8672C"/>
    <w:rsid w:val="00E9164F"/>
    <w:rsid w:val="00E94A26"/>
    <w:rsid w:val="00EA0F42"/>
    <w:rsid w:val="00EA11FE"/>
    <w:rsid w:val="00EB0237"/>
    <w:rsid w:val="00EB3469"/>
    <w:rsid w:val="00EB5250"/>
    <w:rsid w:val="00EB6ADA"/>
    <w:rsid w:val="00ED7F0D"/>
    <w:rsid w:val="00EF6631"/>
    <w:rsid w:val="00F230C1"/>
    <w:rsid w:val="00F24EFA"/>
    <w:rsid w:val="00F431FB"/>
    <w:rsid w:val="00F619C4"/>
    <w:rsid w:val="00F629F1"/>
    <w:rsid w:val="00F81637"/>
    <w:rsid w:val="00F857B0"/>
    <w:rsid w:val="00F860A3"/>
    <w:rsid w:val="00F93CAA"/>
    <w:rsid w:val="00F96592"/>
    <w:rsid w:val="00FA5911"/>
    <w:rsid w:val="00FC6F70"/>
    <w:rsid w:val="00FD35E1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0C05E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0C05E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E1DB-19E8-4C29-8F41-53408EAE79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B84B8D-3018-46FE-9462-765408A17D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A08056-4900-424E-AFA6-D6A9A4F66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A10E65-776E-4ECD-A5BD-F230F3F9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59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7</cp:revision>
  <cp:lastPrinted>2014-11-13T11:10:00Z</cp:lastPrinted>
  <dcterms:created xsi:type="dcterms:W3CDTF">2013-10-17T11:34:00Z</dcterms:created>
  <dcterms:modified xsi:type="dcterms:W3CDTF">2014-11-13T11:14:00Z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2439294</vt:lpwstr>
  </property>
  <property fmtid="{D5CDD505-2E9C-101B-9397-08002B2CF9AE}" pid="13" name="ContentTypeId">
    <vt:lpwstr>0x010100DDAE7C60F7CAAB4F900350D7D997C22F</vt:lpwstr>
  </property>
</Properties>
</file>